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799" w:rsidRPr="005579C7" w:rsidRDefault="00895799" w:rsidP="003949B4">
      <w:pPr>
        <w:spacing w:after="0" w:line="240" w:lineRule="auto"/>
        <w:ind w:left="9350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5579C7">
        <w:rPr>
          <w:rFonts w:ascii="Times New Roman" w:hAnsi="Times New Roman"/>
          <w:bCs/>
          <w:color w:val="000000"/>
          <w:sz w:val="24"/>
          <w:szCs w:val="24"/>
        </w:rPr>
        <w:t xml:space="preserve">Приложение № 3 </w:t>
      </w:r>
    </w:p>
    <w:p w:rsidR="00895799" w:rsidRPr="005579C7" w:rsidRDefault="00895799" w:rsidP="003949B4">
      <w:pPr>
        <w:autoSpaceDE w:val="0"/>
        <w:autoSpaceDN w:val="0"/>
        <w:adjustRightInd w:val="0"/>
        <w:spacing w:after="0" w:line="240" w:lineRule="auto"/>
        <w:ind w:left="9350"/>
        <w:outlineLvl w:val="1"/>
        <w:rPr>
          <w:rFonts w:ascii="Times New Roman" w:hAnsi="Times New Roman"/>
          <w:sz w:val="24"/>
          <w:szCs w:val="24"/>
        </w:rPr>
      </w:pPr>
      <w:r w:rsidRPr="005579C7">
        <w:rPr>
          <w:rFonts w:ascii="Times New Roman" w:hAnsi="Times New Roman"/>
          <w:sz w:val="24"/>
          <w:szCs w:val="24"/>
        </w:rPr>
        <w:t>к постановлению администрации Дальнереченского городского округа от ___</w:t>
      </w:r>
      <w:r>
        <w:rPr>
          <w:rFonts w:ascii="Times New Roman" w:hAnsi="Times New Roman"/>
          <w:sz w:val="24"/>
          <w:szCs w:val="24"/>
        </w:rPr>
        <w:t>______</w:t>
      </w:r>
      <w:r w:rsidRPr="005579C7">
        <w:rPr>
          <w:rFonts w:ascii="Times New Roman" w:hAnsi="Times New Roman"/>
          <w:sz w:val="24"/>
          <w:szCs w:val="24"/>
        </w:rPr>
        <w:t xml:space="preserve"> 2014 года  № ____</w:t>
      </w:r>
    </w:p>
    <w:p w:rsidR="00895799" w:rsidRPr="005579C7" w:rsidRDefault="00895799" w:rsidP="00A11C09">
      <w:pPr>
        <w:ind w:left="9781"/>
        <w:jc w:val="center"/>
        <w:rPr>
          <w:rFonts w:ascii="Times New Roman" w:hAnsi="Times New Roman"/>
          <w:bCs/>
          <w:color w:val="000000"/>
        </w:rPr>
      </w:pPr>
    </w:p>
    <w:p w:rsidR="00895799" w:rsidRPr="005579C7" w:rsidRDefault="00895799" w:rsidP="00A11C09">
      <w:pPr>
        <w:ind w:left="9781"/>
        <w:jc w:val="center"/>
        <w:rPr>
          <w:rFonts w:ascii="Times New Roman" w:hAnsi="Times New Roman"/>
          <w:bCs/>
          <w:color w:val="000000"/>
        </w:rPr>
      </w:pPr>
      <w:r w:rsidRPr="005579C7">
        <w:rPr>
          <w:rFonts w:ascii="Times New Roman" w:hAnsi="Times New Roman"/>
          <w:bCs/>
          <w:color w:val="000000"/>
        </w:rPr>
        <w:t>«Приложение № 4</w:t>
      </w:r>
    </w:p>
    <w:p w:rsidR="00895799" w:rsidRPr="005579C7" w:rsidRDefault="00895799" w:rsidP="00A11C09">
      <w:pPr>
        <w:autoSpaceDE w:val="0"/>
        <w:autoSpaceDN w:val="0"/>
        <w:adjustRightInd w:val="0"/>
        <w:spacing w:after="0" w:line="240" w:lineRule="auto"/>
        <w:ind w:left="9781"/>
        <w:outlineLvl w:val="1"/>
        <w:rPr>
          <w:rFonts w:ascii="Times New Roman" w:hAnsi="Times New Roman"/>
        </w:rPr>
      </w:pPr>
      <w:r w:rsidRPr="005579C7">
        <w:rPr>
          <w:rFonts w:ascii="Times New Roman" w:hAnsi="Times New Roman"/>
        </w:rPr>
        <w:t>к муниципальной программе «Развитие образования Дальнереченского городского округа»  на 2014-2016 годы,</w:t>
      </w:r>
    </w:p>
    <w:p w:rsidR="00895799" w:rsidRPr="005579C7" w:rsidRDefault="00895799" w:rsidP="003949B4">
      <w:pPr>
        <w:autoSpaceDE w:val="0"/>
        <w:autoSpaceDN w:val="0"/>
        <w:adjustRightInd w:val="0"/>
        <w:spacing w:after="0" w:line="240" w:lineRule="auto"/>
        <w:ind w:left="9781"/>
        <w:outlineLvl w:val="1"/>
        <w:rPr>
          <w:rFonts w:ascii="Times New Roman" w:hAnsi="Times New Roman"/>
        </w:rPr>
      </w:pPr>
      <w:r w:rsidRPr="005579C7">
        <w:rPr>
          <w:rFonts w:ascii="Times New Roman" w:hAnsi="Times New Roman"/>
        </w:rPr>
        <w:t xml:space="preserve">утвержденной постановлением администрации  Дальнереченского городского округа </w:t>
      </w:r>
    </w:p>
    <w:tbl>
      <w:tblPr>
        <w:tblW w:w="0" w:type="auto"/>
        <w:tblInd w:w="9889" w:type="dxa"/>
        <w:tblLook w:val="00A0"/>
      </w:tblPr>
      <w:tblGrid>
        <w:gridCol w:w="5180"/>
      </w:tblGrid>
      <w:tr w:rsidR="00895799" w:rsidRPr="005579C7" w:rsidTr="00A141EB">
        <w:tc>
          <w:tcPr>
            <w:tcW w:w="5180" w:type="dxa"/>
          </w:tcPr>
          <w:p w:rsidR="00895799" w:rsidRPr="005579C7" w:rsidRDefault="00895799" w:rsidP="00A141EB">
            <w:pPr>
              <w:spacing w:after="0" w:line="240" w:lineRule="auto"/>
              <w:rPr>
                <w:rFonts w:ascii="Times New Roman" w:hAnsi="Times New Roman"/>
              </w:rPr>
            </w:pPr>
            <w:r w:rsidRPr="005579C7">
              <w:rPr>
                <w:rFonts w:ascii="Times New Roman" w:hAnsi="Times New Roman"/>
                <w:bCs/>
              </w:rPr>
              <w:t xml:space="preserve">от 15 октября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5579C7">
                <w:rPr>
                  <w:rFonts w:ascii="Times New Roman" w:hAnsi="Times New Roman"/>
                  <w:bCs/>
                </w:rPr>
                <w:t>2013 г</w:t>
              </w:r>
            </w:smartTag>
            <w:r w:rsidRPr="005579C7">
              <w:rPr>
                <w:rFonts w:ascii="Times New Roman" w:hAnsi="Times New Roman"/>
                <w:bCs/>
              </w:rPr>
              <w:t xml:space="preserve"> № 1258</w:t>
            </w:r>
          </w:p>
        </w:tc>
      </w:tr>
    </w:tbl>
    <w:p w:rsidR="00895799" w:rsidRPr="005579C7" w:rsidRDefault="00895799" w:rsidP="004A19CD">
      <w:pPr>
        <w:spacing w:after="0" w:line="240" w:lineRule="auto"/>
        <w:ind w:left="8647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895799" w:rsidRPr="005579C7" w:rsidRDefault="00895799" w:rsidP="004A19CD">
      <w:pPr>
        <w:spacing w:after="0" w:line="240" w:lineRule="auto"/>
        <w:ind w:left="8647"/>
        <w:jc w:val="center"/>
        <w:rPr>
          <w:rFonts w:ascii="Times New Roman" w:hAnsi="Times New Roman"/>
          <w:sz w:val="24"/>
          <w:szCs w:val="24"/>
        </w:rPr>
      </w:pPr>
    </w:p>
    <w:p w:rsidR="00895799" w:rsidRPr="005579C7" w:rsidRDefault="00895799" w:rsidP="00DC5D1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579C7">
        <w:rPr>
          <w:rFonts w:ascii="Times New Roman" w:hAnsi="Times New Roman"/>
          <w:b/>
          <w:sz w:val="24"/>
          <w:szCs w:val="24"/>
        </w:rPr>
        <w:t>РЕСУРСНОЕ ОБЕСПЕЧЕНИЕ</w:t>
      </w:r>
    </w:p>
    <w:p w:rsidR="00895799" w:rsidRPr="005579C7" w:rsidRDefault="00895799" w:rsidP="00DC5D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579C7">
        <w:rPr>
          <w:rFonts w:ascii="Times New Roman" w:hAnsi="Times New Roman"/>
          <w:b/>
          <w:sz w:val="24"/>
          <w:szCs w:val="24"/>
        </w:rPr>
        <w:t xml:space="preserve">реализации муниципальной программы Дальнереченского городского округа </w:t>
      </w:r>
    </w:p>
    <w:p w:rsidR="00895799" w:rsidRPr="005579C7" w:rsidRDefault="00895799" w:rsidP="00DC5D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579C7">
        <w:rPr>
          <w:rFonts w:ascii="Times New Roman" w:hAnsi="Times New Roman"/>
          <w:b/>
          <w:sz w:val="24"/>
          <w:szCs w:val="24"/>
        </w:rPr>
        <w:t>за счет средств местного бюджета, (тыс. руб.)</w:t>
      </w:r>
    </w:p>
    <w:p w:rsidR="00895799" w:rsidRPr="005579C7" w:rsidRDefault="00895799" w:rsidP="00DC5D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579C7">
        <w:rPr>
          <w:rFonts w:ascii="Times New Roman" w:hAnsi="Times New Roman"/>
          <w:b/>
          <w:sz w:val="24"/>
          <w:szCs w:val="24"/>
          <w:u w:val="single"/>
        </w:rPr>
        <w:t>«Развитие образования Дальнереченского городского округа» на 2014-2016 годы</w:t>
      </w:r>
    </w:p>
    <w:p w:rsidR="00895799" w:rsidRPr="005579C7" w:rsidRDefault="00895799" w:rsidP="00E9083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3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34"/>
        <w:gridCol w:w="4840"/>
        <w:gridCol w:w="767"/>
        <w:gridCol w:w="851"/>
        <w:gridCol w:w="850"/>
        <w:gridCol w:w="1276"/>
        <w:gridCol w:w="656"/>
        <w:gridCol w:w="1430"/>
        <w:gridCol w:w="1320"/>
        <w:gridCol w:w="1540"/>
      </w:tblGrid>
      <w:tr w:rsidR="00895799" w:rsidRPr="005579C7" w:rsidTr="0002385E">
        <w:trPr>
          <w:trHeight w:val="593"/>
        </w:trPr>
        <w:tc>
          <w:tcPr>
            <w:tcW w:w="834" w:type="dxa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840" w:type="dxa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67" w:type="dxa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МП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ГРБС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РзПр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656" w:type="dxa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430" w:type="dxa"/>
            <w:shd w:val="clear" w:color="000000" w:fill="FFFFFF"/>
            <w:vAlign w:val="center"/>
          </w:tcPr>
          <w:p w:rsidR="00895799" w:rsidRPr="005579C7" w:rsidRDefault="00895799" w:rsidP="002237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2014 год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895799" w:rsidRPr="005579C7" w:rsidRDefault="00895799" w:rsidP="002237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2015 год</w:t>
            </w:r>
          </w:p>
        </w:tc>
        <w:tc>
          <w:tcPr>
            <w:tcW w:w="1540" w:type="dxa"/>
            <w:shd w:val="clear" w:color="000000" w:fill="FFFFFF"/>
            <w:vAlign w:val="center"/>
          </w:tcPr>
          <w:p w:rsidR="00895799" w:rsidRPr="005579C7" w:rsidRDefault="00895799" w:rsidP="002237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2016 год</w:t>
            </w:r>
          </w:p>
        </w:tc>
      </w:tr>
    </w:tbl>
    <w:p w:rsidR="00895799" w:rsidRPr="005579C7" w:rsidRDefault="00895799" w:rsidP="0006605A">
      <w:pPr>
        <w:tabs>
          <w:tab w:val="left" w:pos="675"/>
          <w:tab w:val="left" w:pos="4077"/>
          <w:tab w:val="left" w:pos="4644"/>
          <w:tab w:val="left" w:pos="5495"/>
          <w:tab w:val="left" w:pos="6345"/>
          <w:tab w:val="left" w:pos="7479"/>
          <w:tab w:val="left" w:pos="8188"/>
          <w:tab w:val="left" w:pos="9577"/>
          <w:tab w:val="left" w:pos="10966"/>
          <w:tab w:val="left" w:pos="12355"/>
          <w:tab w:val="left" w:pos="13744"/>
        </w:tabs>
        <w:spacing w:after="0" w:line="240" w:lineRule="auto"/>
        <w:outlineLvl w:val="2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39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"/>
        <w:gridCol w:w="833"/>
        <w:gridCol w:w="4837"/>
        <w:gridCol w:w="770"/>
        <w:gridCol w:w="880"/>
        <w:gridCol w:w="770"/>
        <w:gridCol w:w="1320"/>
        <w:gridCol w:w="654"/>
        <w:gridCol w:w="1436"/>
        <w:gridCol w:w="1342"/>
        <w:gridCol w:w="1548"/>
      </w:tblGrid>
      <w:tr w:rsidR="00895799" w:rsidRPr="005579C7" w:rsidTr="0002385E">
        <w:trPr>
          <w:trHeight w:val="20"/>
          <w:tblHeader/>
        </w:trPr>
        <w:tc>
          <w:tcPr>
            <w:tcW w:w="834" w:type="dxa"/>
            <w:gridSpan w:val="2"/>
            <w:shd w:val="clear" w:color="000000" w:fill="FFFFFF"/>
            <w:vAlign w:val="center"/>
          </w:tcPr>
          <w:p w:rsidR="00895799" w:rsidRPr="005579C7" w:rsidRDefault="00895799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579C7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579C7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579C7">
              <w:rPr>
                <w:rFonts w:ascii="Times New Roman" w:hAnsi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579C7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579C7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579C7">
              <w:rPr>
                <w:rFonts w:ascii="Times New Roman" w:hAnsi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579C7">
              <w:rPr>
                <w:rFonts w:ascii="Times New Roman" w:hAnsi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579C7">
              <w:rPr>
                <w:rFonts w:ascii="Times New Roman" w:hAnsi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579C7"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579C7">
              <w:rPr>
                <w:rFonts w:ascii="Times New Roman" w:hAnsi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9C6E3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</w:p>
          <w:p w:rsidR="00895799" w:rsidRPr="005579C7" w:rsidRDefault="00895799" w:rsidP="009C6E3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«Развитие образования Дальнереченского городского округа»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05 0 0000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785B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140 998,20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785B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157 128,37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785B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160 932,71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vMerge w:val="restart"/>
            <w:shd w:val="clear" w:color="000000" w:fill="FFFFFF"/>
            <w:textDirection w:val="btLr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79C7">
              <w:rPr>
                <w:rFonts w:ascii="Times New Roman" w:hAnsi="Times New Roman"/>
                <w:b/>
                <w:bCs/>
                <w:sz w:val="20"/>
                <w:szCs w:val="20"/>
              </w:rPr>
              <w:t>Соисполни</w:t>
            </w:r>
          </w:p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79C7">
              <w:rPr>
                <w:rFonts w:ascii="Times New Roman" w:hAnsi="Times New Roman"/>
                <w:b/>
                <w:bCs/>
                <w:sz w:val="20"/>
                <w:szCs w:val="20"/>
              </w:rPr>
              <w:t>тели</w:t>
            </w: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Муниципальное казенное учреждение «Управление образования» Дальнереченского городского округа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05 0 0000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785B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139 836,20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785B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155 691,37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785B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159 395,71</w:t>
            </w:r>
          </w:p>
        </w:tc>
      </w:tr>
      <w:tr w:rsidR="00895799" w:rsidRPr="005579C7" w:rsidTr="0002385E">
        <w:trPr>
          <w:trHeight w:val="503"/>
        </w:trPr>
        <w:tc>
          <w:tcPr>
            <w:tcW w:w="834" w:type="dxa"/>
            <w:gridSpan w:val="2"/>
            <w:vMerge/>
            <w:vAlign w:val="center"/>
          </w:tcPr>
          <w:p w:rsidR="00895799" w:rsidRPr="005579C7" w:rsidRDefault="00895799" w:rsidP="00022E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Style w:val="a0"/>
                <w:rFonts w:ascii="Times New Roman" w:hAnsi="Times New Roman"/>
                <w:b/>
                <w:color w:val="000000"/>
                <w:sz w:val="24"/>
                <w:szCs w:val="24"/>
              </w:rPr>
              <w:t>Отдел спорта и молодежной политики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05 0 0000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785B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1 162,00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785B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1 437,00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785B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1 537,00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«Развитие системы дошкольного образования»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0701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05 1 0000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000 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0E0E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59 844,20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8D705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67528,98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0E0E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67566,69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</w:tcPr>
          <w:p w:rsidR="00895799" w:rsidRPr="005579C7" w:rsidRDefault="00895799" w:rsidP="008E39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5030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579C7">
              <w:rPr>
                <w:rFonts w:ascii="Times New Roman" w:hAnsi="Times New Roman"/>
                <w:b/>
              </w:rPr>
              <w:t>Субсидии из местного бюджета муниципальным дошкольным образовательным учреждениям Дальнереченского городского округа на организацию предоставления общедоступного дошкольного образования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0701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05 1 2014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611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 xml:space="preserve">53 691,73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0E0E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59074,18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0E0E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60566,69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</w:tcPr>
          <w:p w:rsidR="00895799" w:rsidRPr="005579C7" w:rsidRDefault="00895799" w:rsidP="008E39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5030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579C7">
              <w:rPr>
                <w:rFonts w:ascii="Times New Roman" w:hAnsi="Times New Roman"/>
                <w:b/>
              </w:rPr>
              <w:t>Субвенции на обеспечение государственных гарантий реализации дошкольного образования в муниципальных дошкольных образовательных учреждениях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0701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05 1 9307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612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0E0E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0E0E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9C6E3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579C7">
              <w:rPr>
                <w:rFonts w:ascii="Times New Roman" w:hAnsi="Times New Roman"/>
                <w:b/>
              </w:rPr>
              <w:t>Субсидии из местного бюджета муниципальным дошкольным образовательным учреждениям Дальнереченского городского округа на строительство (реконструкцию) зданий (в том числе проектно-изыскательские работы) муниципальных образовательных учреждений, реализующих основную общеобразовательную программу дошкольного образования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0701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05 1 2013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2000,00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9C6E3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23020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9C6E34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Строительство детского сада на 120 мест на территории МБДОУ «Детский сад общеразвивающего вида № 7»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0701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05 1 2013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414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1160,00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B83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B83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C84E32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Строительство детского сада на 120 мест на территории МБДОУ «Детский сад общеразвивающего вида № 7»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C84E3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C84E3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C84E3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0701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C84E3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05 1 2013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C84E3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240,00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B83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B83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799" w:rsidRPr="005579C7" w:rsidTr="0002385E">
        <w:trPr>
          <w:trHeight w:val="798"/>
        </w:trPr>
        <w:tc>
          <w:tcPr>
            <w:tcW w:w="834" w:type="dxa"/>
            <w:gridSpan w:val="2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A6311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Изготовление проектно-строительной документации на реконструкцию</w:t>
            </w:r>
          </w:p>
          <w:p w:rsidR="00895799" w:rsidRPr="005579C7" w:rsidRDefault="00895799" w:rsidP="00A6311C">
            <w:pPr>
              <w:tabs>
                <w:tab w:val="left" w:pos="2436"/>
              </w:tabs>
              <w:spacing w:after="0"/>
              <w:rPr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Pr="005579C7">
              <w:rPr>
                <w:rFonts w:ascii="Times New Roman" w:hAnsi="Times New Roman"/>
                <w:sz w:val="24"/>
                <w:szCs w:val="24"/>
              </w:rPr>
              <w:t>МБДОУ «ЦРР-Детский сад № 4»)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0701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05 1 2013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600,00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6C540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579C7">
              <w:rPr>
                <w:rFonts w:ascii="Times New Roman" w:hAnsi="Times New Roman"/>
                <w:b/>
              </w:rPr>
              <w:t>Субсидии из местного бюджета муниципальным дошкольным образовательным учреждениям Дальнереченского городского округа на проведение капитального и текущего ремонта зданий муниципальных дошкольных образовательных учреждений,  благоустройство территорий и организацию безопасности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0701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05 1 2015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612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2870,10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6684,80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6B63A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4823,00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Устройство приточно-вытяжной вентиляции на пищеблоке с ПСД </w:t>
            </w:r>
          </w:p>
          <w:p w:rsidR="00895799" w:rsidRPr="005579C7" w:rsidRDefault="0089579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(МБДОУ «Детский сад № 1»</w:t>
            </w:r>
          </w:p>
          <w:p w:rsidR="00895799" w:rsidRPr="005579C7" w:rsidRDefault="0089579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МБДОУ «Детский сад № 7»</w:t>
            </w:r>
          </w:p>
          <w:p w:rsidR="00895799" w:rsidRPr="005579C7" w:rsidRDefault="0089579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МБДОУ «ЦРР-Детский сад № 10»</w:t>
            </w:r>
          </w:p>
          <w:p w:rsidR="00895799" w:rsidRPr="005579C7" w:rsidRDefault="0089579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МБДОУ «Детский сад № 6»</w:t>
            </w:r>
          </w:p>
          <w:p w:rsidR="00895799" w:rsidRPr="005579C7" w:rsidRDefault="0089579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МБДОУ «ЦРР-Детский сад № 12»)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800,00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800,00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Оборудование закрывающихся кабин без запоров в туалетных комнатах </w:t>
            </w:r>
          </w:p>
          <w:p w:rsidR="00895799" w:rsidRPr="005579C7" w:rsidRDefault="0089579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(Все дошкольные учреждения (из расчета 60 тыс.руб на 1 группу))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1060,00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1060,00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895799" w:rsidRPr="005579C7" w:rsidRDefault="00895799" w:rsidP="00FB5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Ремонт системы отопления и приобретение материалов </w:t>
            </w:r>
          </w:p>
          <w:p w:rsidR="00895799" w:rsidRPr="005579C7" w:rsidRDefault="00895799" w:rsidP="00FB5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500,00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500,00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895799" w:rsidRPr="005579C7" w:rsidRDefault="00895799" w:rsidP="00FB5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Замена водопроводных сетей (подвальное помещение) </w:t>
            </w:r>
          </w:p>
          <w:p w:rsidR="00895799" w:rsidRPr="005579C7" w:rsidRDefault="00895799" w:rsidP="00FB5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(МБДОУ «ЦРР-Детский сад № 10»)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299,00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895799" w:rsidRPr="005579C7" w:rsidRDefault="00895799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Замена водопроводных сетей и канализации (внутренние работы) </w:t>
            </w:r>
          </w:p>
          <w:p w:rsidR="00895799" w:rsidRPr="005579C7" w:rsidRDefault="00895799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(МБДОУ «Д/с № 7»)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895799" w:rsidRPr="005579C7" w:rsidRDefault="00895799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Замена трубопровода отопления</w:t>
            </w:r>
          </w:p>
          <w:p w:rsidR="00895799" w:rsidRPr="005579C7" w:rsidRDefault="00895799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(МБДОУ «ЦРР-Детский сад № 5»)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41,50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895799" w:rsidRPr="005579C7" w:rsidRDefault="00895799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Устройство воздушной линии</w:t>
            </w:r>
          </w:p>
          <w:p w:rsidR="00895799" w:rsidRPr="005579C7" w:rsidRDefault="00895799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(МБДОУ «ЦРР-Детский сад № 5»)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129,21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993D2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895799" w:rsidRPr="005579C7" w:rsidRDefault="00895799" w:rsidP="00FB5583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Подводка горячей воды к умывальной раковине персонала, оборудование душевых поддонов в умывальной зоне </w:t>
            </w:r>
          </w:p>
          <w:p w:rsidR="00895799" w:rsidRPr="005579C7" w:rsidRDefault="00895799" w:rsidP="00FB5583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(МБДОУ «Детский сад № 1»; </w:t>
            </w:r>
          </w:p>
          <w:p w:rsidR="00895799" w:rsidRPr="005579C7" w:rsidRDefault="00895799" w:rsidP="00FB5583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МБДОУ «ЦРР-Детский сад № 5»; </w:t>
            </w:r>
          </w:p>
          <w:p w:rsidR="00895799" w:rsidRPr="005579C7" w:rsidRDefault="00895799" w:rsidP="00FB5583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МБДОУ «ЦРР-Детский сад № 12»)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50,00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150,00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150,00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Установка теневых навесов </w:t>
            </w:r>
          </w:p>
          <w:p w:rsidR="00895799" w:rsidRPr="005579C7" w:rsidRDefault="0089579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(МБДОУ «ЦРР-Детский сад № 5») 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656,34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900,00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900,00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Устройство асфальтобетонного покрытия территории, всего</w:t>
            </w:r>
          </w:p>
          <w:p w:rsidR="00895799" w:rsidRPr="005579C7" w:rsidRDefault="0089579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В т.ч. </w:t>
            </w:r>
          </w:p>
          <w:p w:rsidR="00895799" w:rsidRPr="005579C7" w:rsidRDefault="0089579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(МБДОУ «ЦРР-Детский сад № 12»;</w:t>
            </w:r>
          </w:p>
          <w:p w:rsidR="00895799" w:rsidRPr="005579C7" w:rsidRDefault="0089579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МБДОУ «Детский сад № 1»</w:t>
            </w:r>
          </w:p>
          <w:p w:rsidR="00895799" w:rsidRPr="005579C7" w:rsidRDefault="0089579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МБДОУ «ЦРР-Детский сад № 10»;</w:t>
            </w:r>
          </w:p>
          <w:p w:rsidR="00895799" w:rsidRPr="005579C7" w:rsidRDefault="0089579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МБДОУ «Детский сад № 6»)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900,00</w:t>
            </w: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900,00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183,00</w:t>
            </w: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183,00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895799" w:rsidRPr="005579C7" w:rsidRDefault="0089579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Ремонт металлического ограждения территории </w:t>
            </w:r>
          </w:p>
          <w:p w:rsidR="00895799" w:rsidRPr="005579C7" w:rsidRDefault="00895799" w:rsidP="00636BFA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(МБДОУ «ЦРР-Детский сад № 10»; </w:t>
            </w:r>
          </w:p>
          <w:p w:rsidR="00895799" w:rsidRPr="005579C7" w:rsidRDefault="00895799" w:rsidP="00636B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МБДОУ «ЦРР-Детский сад № 5»;</w:t>
            </w:r>
          </w:p>
          <w:p w:rsidR="00895799" w:rsidRPr="005579C7" w:rsidRDefault="00895799" w:rsidP="00636B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МБДОУ «ЦРР-Детский сад № 4»)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786,55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1300,00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900,00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895799" w:rsidRPr="005579C7" w:rsidRDefault="00895799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Установка металлических дверей 1 степени </w:t>
            </w:r>
          </w:p>
          <w:p w:rsidR="00895799" w:rsidRPr="005579C7" w:rsidRDefault="00895799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(МБДОУ «ЦРР-Детский сад № 5»;</w:t>
            </w:r>
          </w:p>
          <w:p w:rsidR="00895799" w:rsidRPr="005579C7" w:rsidRDefault="00895799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МБДОУ «Детский сад № 6»;</w:t>
            </w:r>
          </w:p>
          <w:p w:rsidR="00895799" w:rsidRPr="005579C7" w:rsidRDefault="00895799" w:rsidP="00A631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МБДОУ «ЦРР-Детский сад № 4»)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120,00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30,00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895799" w:rsidRPr="005579C7" w:rsidRDefault="00895799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Установка систем внутреннего видеонаблюдения</w:t>
            </w:r>
          </w:p>
          <w:p w:rsidR="00895799" w:rsidRPr="005579C7" w:rsidRDefault="00895799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 (МБДОУ «ЦРР-Детский сад № 10»; </w:t>
            </w:r>
          </w:p>
          <w:p w:rsidR="00895799" w:rsidRPr="005579C7" w:rsidRDefault="00895799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МБДОУ «ЦРР-Детский сад № 12»; </w:t>
            </w:r>
          </w:p>
          <w:p w:rsidR="00895799" w:rsidRPr="005579C7" w:rsidRDefault="00895799" w:rsidP="00A631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МБДОУ «Детский сад № 1»)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500,00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200,00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Установка искусственного освещения на территории детских садов </w:t>
            </w:r>
          </w:p>
          <w:p w:rsidR="00895799" w:rsidRPr="005579C7" w:rsidRDefault="0089579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Замена окон, всего </w:t>
            </w:r>
          </w:p>
          <w:p w:rsidR="00895799" w:rsidRPr="005579C7" w:rsidRDefault="0089579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В т.ч.</w:t>
            </w:r>
          </w:p>
          <w:p w:rsidR="00895799" w:rsidRPr="005579C7" w:rsidRDefault="0089579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(МБДОУ «ЦРР-д/с № 5»;</w:t>
            </w:r>
          </w:p>
          <w:p w:rsidR="00895799" w:rsidRPr="005579C7" w:rsidRDefault="0089579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МБДОУ «ЦРР д/с № 10»)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431,50</w:t>
            </w: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252,55</w:t>
            </w:r>
          </w:p>
          <w:p w:rsidR="00895799" w:rsidRPr="005579C7" w:rsidRDefault="00895799" w:rsidP="003837F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178,95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154,80</w:t>
            </w: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154,80</w:t>
            </w:r>
          </w:p>
          <w:p w:rsidR="00895799" w:rsidRPr="005579C7" w:rsidRDefault="00895799" w:rsidP="003837F5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3837F5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Приобретение оконных блоков, всего </w:t>
            </w:r>
          </w:p>
          <w:p w:rsidR="00895799" w:rsidRPr="005579C7" w:rsidRDefault="00895799" w:rsidP="003837F5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В т.ч.</w:t>
            </w:r>
          </w:p>
          <w:p w:rsidR="00895799" w:rsidRPr="005579C7" w:rsidRDefault="0089579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(МБДОУ «Д/с № 6»;</w:t>
            </w:r>
          </w:p>
          <w:p w:rsidR="00895799" w:rsidRPr="005579C7" w:rsidRDefault="00895799" w:rsidP="00736CA3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МБДОУ «Д/С № 7»;</w:t>
            </w:r>
          </w:p>
          <w:p w:rsidR="00895799" w:rsidRPr="005579C7" w:rsidRDefault="00895799" w:rsidP="003837F5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МБДОУ «ЦРР д/с № 10»;</w:t>
            </w:r>
          </w:p>
          <w:p w:rsidR="00895799" w:rsidRPr="005579C7" w:rsidRDefault="0089579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МБДОУ «ЦРР д/с № 12)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376,00</w:t>
            </w: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94,00</w:t>
            </w: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100,00</w:t>
            </w: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100,00</w:t>
            </w: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82,00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300,00</w:t>
            </w: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100,00</w:t>
            </w: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100,00</w:t>
            </w: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100,00</w:t>
            </w: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</w:tcPr>
          <w:p w:rsidR="00895799" w:rsidRPr="005579C7" w:rsidRDefault="00895799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E72D0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579C7">
              <w:rPr>
                <w:rFonts w:ascii="Times New Roman" w:hAnsi="Times New Roman"/>
                <w:b/>
              </w:rPr>
              <w:t xml:space="preserve">Субсидии из местного бюджета муниципальным дошкольным образовательным учреждениям Дальнереченского городского округа на модернизацию материально-технической базы дошкольных образовательных учреждений 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0701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172E3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05 1 2016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600 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0845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8D705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 xml:space="preserve">1770,00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0845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 xml:space="preserve">2177,00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895799" w:rsidRPr="005579C7" w:rsidRDefault="00895799" w:rsidP="001E1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Приобретение технологического оборудования </w:t>
            </w:r>
          </w:p>
          <w:p w:rsidR="00895799" w:rsidRPr="005579C7" w:rsidRDefault="00895799" w:rsidP="001E1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8D705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400,00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550,00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895799" w:rsidRPr="005579C7" w:rsidRDefault="00895799" w:rsidP="005363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Приобретение медицинского оборудования </w:t>
            </w:r>
          </w:p>
          <w:p w:rsidR="00895799" w:rsidRPr="005579C7" w:rsidRDefault="00895799" w:rsidP="005363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44,00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6,00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895799" w:rsidRPr="005579C7" w:rsidRDefault="00895799" w:rsidP="005363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Приобретение спортивного инвентаря </w:t>
            </w:r>
          </w:p>
          <w:p w:rsidR="00895799" w:rsidRPr="005579C7" w:rsidRDefault="00895799" w:rsidP="005363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15,00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895799" w:rsidRPr="005579C7" w:rsidRDefault="00895799" w:rsidP="005363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Приобретение детской ростовой мебели </w:t>
            </w:r>
          </w:p>
          <w:p w:rsidR="00895799" w:rsidRPr="005579C7" w:rsidRDefault="00895799" w:rsidP="005363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8D705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631,00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940,00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895799" w:rsidRPr="005579C7" w:rsidRDefault="00895799" w:rsidP="00A343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Приобретение кухонной утвари </w:t>
            </w:r>
          </w:p>
          <w:p w:rsidR="00895799" w:rsidRPr="005579C7" w:rsidRDefault="00895799" w:rsidP="00A343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220,00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220,00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Приобретение мягкого инвентаря </w:t>
            </w:r>
          </w:p>
          <w:p w:rsidR="00895799" w:rsidRPr="005579C7" w:rsidRDefault="0089579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475,00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446,00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  <w:vAlign w:val="center"/>
          </w:tcPr>
          <w:p w:rsidR="00895799" w:rsidRPr="005579C7" w:rsidRDefault="00895799" w:rsidP="005B4CA8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1.6</w:t>
            </w: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E72D0D">
            <w:pPr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 w:rsidRPr="005579C7">
              <w:rPr>
                <w:rFonts w:ascii="Times New Roman" w:hAnsi="Times New Roman"/>
                <w:b/>
              </w:rPr>
              <w:t>Субвенции на компенсацию части родительской платы за присмотр и уход за детьми в образовательных организациях, реализующих образовательную программу дошкольного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1004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05 1 9309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313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  <w:vAlign w:val="center"/>
          </w:tcPr>
          <w:p w:rsidR="00895799" w:rsidRPr="005579C7" w:rsidRDefault="00895799" w:rsidP="005B4CA8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1.7</w:t>
            </w: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E72D0D">
            <w:pPr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 w:rsidRPr="005579C7">
              <w:rPr>
                <w:rFonts w:ascii="Times New Roman" w:hAnsi="Times New Roman"/>
                <w:b/>
              </w:rPr>
              <w:t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 Погашение кредиторской задолженности прошлых лет.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0701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05 1 2046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612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1282,37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  <w:vAlign w:val="center"/>
          </w:tcPr>
          <w:p w:rsidR="00895799" w:rsidRPr="005579C7" w:rsidRDefault="00895799" w:rsidP="005B4CA8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1.8</w:t>
            </w: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E72D0D">
            <w:pPr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 w:rsidRPr="005579C7">
              <w:rPr>
                <w:rFonts w:ascii="Times New Roman" w:hAnsi="Times New Roman"/>
                <w:b/>
              </w:rPr>
              <w:t>Субсидии на реализацию мероприятий по модернизации региональных систем дошкольного образования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0701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05 1 5059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414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</w:tcPr>
          <w:p w:rsidR="00895799" w:rsidRPr="005579C7" w:rsidRDefault="00895799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E72D0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"Развитие системы общего образования"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05 2 0000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2A29C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51032,64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56446,81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59400,27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</w:tcPr>
          <w:p w:rsidR="00895799" w:rsidRPr="005579C7" w:rsidRDefault="00895799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5030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579C7">
              <w:rPr>
                <w:rFonts w:ascii="Times New Roman" w:hAnsi="Times New Roman"/>
                <w:b/>
              </w:rPr>
              <w:t>Субсидии из местного бюджета муниципальным общеобразовательным учреждениям Дальнереченского городского округа на организацию предоставления общедоступного начального общего, основного общего, среднего (полного) общего образования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05 2 2014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611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 xml:space="preserve">44992,64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46623,70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48865,27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</w:tcPr>
          <w:p w:rsidR="00895799" w:rsidRPr="005579C7" w:rsidRDefault="00895799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2.2</w:t>
            </w: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5030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579C7">
              <w:rPr>
                <w:rFonts w:ascii="Times New Roman" w:hAnsi="Times New Roman"/>
                <w:b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05 2 9306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612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</w:tcPr>
          <w:p w:rsidR="00895799" w:rsidRPr="005579C7" w:rsidRDefault="00895799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2.3</w:t>
            </w: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5030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579C7">
              <w:rPr>
                <w:rFonts w:ascii="Times New Roman" w:hAnsi="Times New Roman"/>
                <w:b/>
              </w:rPr>
              <w:t>Субвенции на обеспечение обучающихся в младших классах (1-4 включительно) бесплатным питанием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05 2 9305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612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</w:tcPr>
          <w:p w:rsidR="00895799" w:rsidRPr="005579C7" w:rsidRDefault="00895799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2.4</w:t>
            </w: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5030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579C7">
              <w:rPr>
                <w:rFonts w:ascii="Times New Roman" w:hAnsi="Times New Roman"/>
                <w:b/>
              </w:rPr>
              <w:t>Субсидии из местного бюджета муниципальным общеобразовательным учреждениям Дальнереченского городского округа на проведение капитального и текущего ремонта зданий муниципальных общеобразовательных учреждений, благоустройство территорий и организацию безопасности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05 2 2015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612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8E33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2957,40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690BB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6692,11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5B5B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7353,00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</w:tcPr>
          <w:p w:rsidR="00895799" w:rsidRPr="005579C7" w:rsidRDefault="00895799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Замена деревянных полов, покрытий из линолеума </w:t>
            </w:r>
          </w:p>
          <w:p w:rsidR="00895799" w:rsidRPr="005579C7" w:rsidRDefault="0089579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(МБОУ «СОШ № 6»;</w:t>
            </w:r>
          </w:p>
          <w:p w:rsidR="00895799" w:rsidRPr="005579C7" w:rsidRDefault="0089579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МБОУ «СОШ № 2»;</w:t>
            </w:r>
          </w:p>
          <w:p w:rsidR="00895799" w:rsidRPr="005579C7" w:rsidRDefault="0089579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МБОУ «СОШ № 5»)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</w:t>
            </w:r>
            <w:r w:rsidRPr="005579C7">
              <w:rPr>
                <w:rFonts w:ascii="Times New Roman" w:hAnsi="Times New Roman"/>
                <w:sz w:val="24"/>
                <w:szCs w:val="24"/>
              </w:rPr>
              <w:t xml:space="preserve">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500,00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500,00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</w:tcPr>
          <w:p w:rsidR="00895799" w:rsidRPr="005579C7" w:rsidRDefault="00895799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Ремонт пола в спортивном зале </w:t>
            </w:r>
          </w:p>
          <w:p w:rsidR="00895799" w:rsidRPr="005579C7" w:rsidRDefault="00895799" w:rsidP="0050302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</w:t>
            </w: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МБОУ Лицей»)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1000,00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</w:tcPr>
          <w:p w:rsidR="00895799" w:rsidRPr="005579C7" w:rsidRDefault="00895799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/>
                <w:sz w:val="24"/>
                <w:szCs w:val="24"/>
              </w:rPr>
              <w:t>, замена</w:t>
            </w:r>
            <w:r w:rsidRPr="005579C7">
              <w:rPr>
                <w:rFonts w:ascii="Times New Roman" w:hAnsi="Times New Roman"/>
                <w:sz w:val="24"/>
                <w:szCs w:val="24"/>
              </w:rPr>
              <w:t xml:space="preserve"> оконных блоков, всего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79C7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  <w:p w:rsidR="00895799" w:rsidRDefault="0089579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895799" w:rsidRPr="005579C7" w:rsidRDefault="0089579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02273">
              <w:rPr>
                <w:rFonts w:ascii="Times New Roman" w:hAnsi="Times New Roman"/>
                <w:sz w:val="24"/>
                <w:szCs w:val="24"/>
              </w:rPr>
              <w:t>МБОУ «СОШ № 3»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95799" w:rsidRPr="005579C7" w:rsidRDefault="0089579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МБОУ «СОШ № 5»</w:t>
            </w:r>
          </w:p>
          <w:p w:rsidR="00895799" w:rsidRPr="005579C7" w:rsidRDefault="0089579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  <w:p w:rsidR="00895799" w:rsidRPr="005579C7" w:rsidRDefault="0089579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МБОУ «ООШ № 12»)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F0DFA">
              <w:rPr>
                <w:rFonts w:ascii="Times New Roman" w:hAnsi="Times New Roman"/>
                <w:sz w:val="24"/>
                <w:szCs w:val="24"/>
              </w:rPr>
              <w:t>277,40</w:t>
            </w: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895799" w:rsidRPr="005579C7" w:rsidRDefault="00895799" w:rsidP="0050227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</w:t>
            </w:r>
            <w:r w:rsidRPr="00502273">
              <w:rPr>
                <w:rFonts w:ascii="Times New Roman" w:hAnsi="Times New Roman"/>
                <w:sz w:val="24"/>
                <w:szCs w:val="24"/>
              </w:rPr>
              <w:t>,30</w:t>
            </w: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5579C7">
              <w:rPr>
                <w:rFonts w:ascii="Times New Roman" w:hAnsi="Times New Roman"/>
                <w:sz w:val="24"/>
                <w:szCs w:val="24"/>
              </w:rPr>
              <w:t>,00</w:t>
            </w:r>
          </w:p>
          <w:p w:rsidR="00895799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Pr="005579C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5579C7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35,10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572,11</w:t>
            </w: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172,11</w:t>
            </w: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100,00</w:t>
            </w: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100,00</w:t>
            </w:r>
          </w:p>
          <w:p w:rsidR="00895799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100,00</w:t>
            </w: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</w:tcPr>
          <w:p w:rsidR="00895799" w:rsidRPr="005579C7" w:rsidRDefault="00895799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Оборудование закрывающихся кабин без запоров в туалетных комнатах </w:t>
            </w:r>
          </w:p>
          <w:p w:rsidR="00895799" w:rsidRPr="005579C7" w:rsidRDefault="0089579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(МБОУ «СОШ № 2»)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300,00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300,00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</w:tcPr>
          <w:p w:rsidR="00895799" w:rsidRPr="005579C7" w:rsidRDefault="00895799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Ремонт спортивного зала </w:t>
            </w:r>
          </w:p>
          <w:p w:rsidR="00895799" w:rsidRPr="005579C7" w:rsidRDefault="0089579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(МБОУ «СОШ № 5» (бытовое помещение)</w:t>
            </w:r>
          </w:p>
          <w:p w:rsidR="00895799" w:rsidRPr="005579C7" w:rsidRDefault="00895799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МБОУ «СОШ № 6») 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8E490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8E490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1080,00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1073,00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</w:tcPr>
          <w:p w:rsidR="00895799" w:rsidRPr="005579C7" w:rsidRDefault="00895799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895799" w:rsidRPr="005579C7" w:rsidRDefault="00895799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Ремонт системы водоотведения в кабинете химии </w:t>
            </w:r>
          </w:p>
          <w:p w:rsidR="00895799" w:rsidRPr="005579C7" w:rsidRDefault="00895799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(МБОУ «СОШ № 2»)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300,00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</w:tcPr>
          <w:p w:rsidR="00895799" w:rsidRPr="005579C7" w:rsidRDefault="00895799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895799" w:rsidRPr="005579C7" w:rsidRDefault="00895799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 Оборудование приточно-вытяжной вентиляции пищеблока </w:t>
            </w:r>
          </w:p>
          <w:p w:rsidR="00895799" w:rsidRPr="005579C7" w:rsidRDefault="00895799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(МБОУ «СОШ № 6»)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400,00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895799" w:rsidRPr="005579C7" w:rsidRDefault="00895799" w:rsidP="006027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Устройство металлического ограждения территории школы </w:t>
            </w:r>
          </w:p>
          <w:p w:rsidR="00895799" w:rsidRPr="005579C7" w:rsidRDefault="00895799" w:rsidP="006027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(МБОУ «Лицей»)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2A29C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375,00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895799" w:rsidRPr="005579C7" w:rsidRDefault="0089579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Установка металлических дверей 1 степени </w:t>
            </w:r>
          </w:p>
          <w:p w:rsidR="00895799" w:rsidRPr="005579C7" w:rsidRDefault="0089579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(МБОУ «Лицей»; </w:t>
            </w:r>
          </w:p>
          <w:p w:rsidR="00895799" w:rsidRPr="005579C7" w:rsidRDefault="0089579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МБОУ «СОШ № 2»; </w:t>
            </w:r>
          </w:p>
          <w:p w:rsidR="00895799" w:rsidRPr="005579C7" w:rsidRDefault="0089579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МБОУ «СОШ № 3»;</w:t>
            </w:r>
          </w:p>
          <w:p w:rsidR="00895799" w:rsidRPr="005579C7" w:rsidRDefault="0089579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МБОУ «СОШ № 5»; </w:t>
            </w:r>
          </w:p>
          <w:p w:rsidR="00895799" w:rsidRPr="005579C7" w:rsidRDefault="0089579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МБОУ «СОШ № 6»; </w:t>
            </w:r>
          </w:p>
          <w:p w:rsidR="00895799" w:rsidRPr="005579C7" w:rsidRDefault="0089579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МБОУ «ООШ № 12»; </w:t>
            </w:r>
          </w:p>
          <w:p w:rsidR="00895799" w:rsidRPr="005579C7" w:rsidRDefault="0089579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МБОУ «ООШ № 13»)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350,00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360,00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Приобретение материалов для наружного освещения территории школы </w:t>
            </w:r>
          </w:p>
          <w:p w:rsidR="00895799" w:rsidRPr="005579C7" w:rsidRDefault="0089579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(МБОУ «СОШ № 2»)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E72D0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50,00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E72D0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E72D0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895799" w:rsidRPr="005579C7" w:rsidRDefault="00895799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Установка поэтажных дверей </w:t>
            </w:r>
          </w:p>
          <w:p w:rsidR="00895799" w:rsidRPr="005579C7" w:rsidRDefault="00895799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895799" w:rsidRPr="005579C7" w:rsidRDefault="00895799" w:rsidP="00A6311C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5579C7">
              <w:rPr>
                <w:rFonts w:ascii="Times New Roman" w:hAnsi="Times New Roman"/>
              </w:rPr>
              <w:t>МБОУ «СОШ № 2»</w:t>
            </w:r>
          </w:p>
          <w:p w:rsidR="00895799" w:rsidRPr="005579C7" w:rsidRDefault="00895799" w:rsidP="00A6311C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5579C7">
              <w:rPr>
                <w:rFonts w:ascii="Times New Roman" w:hAnsi="Times New Roman"/>
              </w:rPr>
              <w:t>МБОУ «СОШ № 3»</w:t>
            </w:r>
          </w:p>
          <w:p w:rsidR="00895799" w:rsidRPr="005579C7" w:rsidRDefault="00895799" w:rsidP="00A631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</w:rPr>
              <w:t>МБОУ «СОШ № 5»)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171A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500,00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171A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600,00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895799" w:rsidRPr="005579C7" w:rsidRDefault="00895799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Установка систем внутреннего видеонаблюдения </w:t>
            </w:r>
          </w:p>
          <w:p w:rsidR="00895799" w:rsidRPr="005579C7" w:rsidRDefault="00895799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895799" w:rsidRPr="005579C7" w:rsidRDefault="00895799" w:rsidP="00A6311C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5579C7">
              <w:rPr>
                <w:rFonts w:ascii="Times New Roman" w:hAnsi="Times New Roman"/>
              </w:rPr>
              <w:t>МБОУ «СОШ № 2»</w:t>
            </w:r>
          </w:p>
          <w:p w:rsidR="00895799" w:rsidRPr="005579C7" w:rsidRDefault="00895799" w:rsidP="00A6311C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5579C7">
              <w:rPr>
                <w:rFonts w:ascii="Times New Roman" w:hAnsi="Times New Roman"/>
              </w:rPr>
              <w:t>МБОУ «СОШ № 3»</w:t>
            </w:r>
          </w:p>
          <w:p w:rsidR="00895799" w:rsidRPr="005579C7" w:rsidRDefault="00895799" w:rsidP="00A6311C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5579C7">
              <w:rPr>
                <w:rFonts w:ascii="Times New Roman" w:hAnsi="Times New Roman"/>
              </w:rPr>
              <w:t>МБОУ «СОШ № 5»</w:t>
            </w:r>
          </w:p>
          <w:p w:rsidR="00895799" w:rsidRPr="005579C7" w:rsidRDefault="00895799" w:rsidP="00A6311C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5579C7">
              <w:rPr>
                <w:rFonts w:ascii="Times New Roman" w:hAnsi="Times New Roman"/>
              </w:rPr>
              <w:t>МБОУ «СОШ № 6»</w:t>
            </w:r>
          </w:p>
          <w:p w:rsidR="00895799" w:rsidRPr="005579C7" w:rsidRDefault="00895799" w:rsidP="00A6311C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5579C7">
              <w:rPr>
                <w:rFonts w:ascii="Times New Roman" w:hAnsi="Times New Roman"/>
              </w:rPr>
              <w:t>МБОУ «ООШ № 12»</w:t>
            </w:r>
          </w:p>
          <w:p w:rsidR="00895799" w:rsidRPr="005579C7" w:rsidRDefault="00895799" w:rsidP="00A631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</w:rPr>
              <w:t>МБОУ «ООШ № 13»)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600,00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900,00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895799" w:rsidRPr="005579C7" w:rsidRDefault="0089579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Изготовление проектно-сметной документации на кровлю здания, всего</w:t>
            </w:r>
          </w:p>
          <w:p w:rsidR="00895799" w:rsidRPr="005579C7" w:rsidRDefault="0089579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в т.ч.</w:t>
            </w:r>
          </w:p>
          <w:p w:rsidR="00895799" w:rsidRPr="005579C7" w:rsidRDefault="0089579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(МБОУ «СОШ № 2»;</w:t>
            </w:r>
          </w:p>
          <w:p w:rsidR="00895799" w:rsidRPr="005579C7" w:rsidRDefault="0089579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МБОУ «СОШ № 6»)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Pr="005579C7">
              <w:rPr>
                <w:rFonts w:ascii="Times New Roman" w:hAnsi="Times New Roman"/>
                <w:sz w:val="24"/>
                <w:szCs w:val="24"/>
              </w:rPr>
              <w:t>,00</w:t>
            </w:r>
          </w:p>
          <w:p w:rsidR="00895799" w:rsidRPr="005579C7" w:rsidRDefault="00895799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Pr="005579C7">
              <w:rPr>
                <w:rFonts w:ascii="Times New Roman" w:hAnsi="Times New Roman"/>
                <w:sz w:val="24"/>
                <w:szCs w:val="24"/>
              </w:rPr>
              <w:t>,00</w:t>
            </w:r>
          </w:p>
          <w:p w:rsidR="00895799" w:rsidRPr="005579C7" w:rsidRDefault="00895799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95799" w:rsidRPr="005579C7" w:rsidTr="003F749D">
        <w:trPr>
          <w:trHeight w:val="20"/>
        </w:trPr>
        <w:tc>
          <w:tcPr>
            <w:tcW w:w="834" w:type="dxa"/>
            <w:gridSpan w:val="2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8D5F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Замена водопроводных сетей и канализации </w:t>
            </w:r>
          </w:p>
          <w:p w:rsidR="00895799" w:rsidRPr="005579C7" w:rsidRDefault="00895799" w:rsidP="008D5F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8D5F2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100,00</w:t>
            </w:r>
          </w:p>
          <w:p w:rsidR="00895799" w:rsidRPr="005579C7" w:rsidRDefault="00895799" w:rsidP="008D5F2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</w:tcPr>
          <w:p w:rsidR="00895799" w:rsidRPr="005579C7" w:rsidRDefault="00895799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895799" w:rsidRPr="005579C7" w:rsidRDefault="00895799" w:rsidP="00272D4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Ремонт асфальтобетонного покрытия с установкой бордюрного камня, всего </w:t>
            </w:r>
          </w:p>
          <w:p w:rsidR="00895799" w:rsidRPr="005579C7" w:rsidRDefault="00895799" w:rsidP="00272D4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в т.ч.</w:t>
            </w:r>
          </w:p>
          <w:p w:rsidR="00895799" w:rsidRPr="005579C7" w:rsidRDefault="00895799" w:rsidP="00272D4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</w:t>
            </w: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МБОУ Лицей»</w:t>
            </w:r>
          </w:p>
          <w:p w:rsidR="00895799" w:rsidRPr="005579C7" w:rsidRDefault="00895799" w:rsidP="00272D4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МБОУ «ООШ № 12»</w:t>
            </w:r>
          </w:p>
          <w:p w:rsidR="00895799" w:rsidRPr="005579C7" w:rsidRDefault="00895799" w:rsidP="00272D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МБОУ «СОШ № 5»)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865</w:t>
            </w:r>
            <w:r w:rsidRPr="005579C7">
              <w:rPr>
                <w:rFonts w:ascii="Times New Roman" w:hAnsi="Times New Roman"/>
                <w:sz w:val="24"/>
                <w:szCs w:val="24"/>
              </w:rPr>
              <w:t>,00</w:t>
            </w:r>
          </w:p>
          <w:p w:rsidR="00895799" w:rsidRPr="005579C7" w:rsidRDefault="00895799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865</w:t>
            </w:r>
            <w:r w:rsidRPr="00502273">
              <w:rPr>
                <w:rFonts w:ascii="Times New Roman" w:hAnsi="Times New Roman"/>
                <w:sz w:val="24"/>
                <w:szCs w:val="24"/>
              </w:rPr>
              <w:t>,00</w:t>
            </w:r>
          </w:p>
          <w:p w:rsidR="00895799" w:rsidRPr="005579C7" w:rsidRDefault="00895799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1190,00</w:t>
            </w:r>
          </w:p>
          <w:p w:rsidR="00895799" w:rsidRPr="005579C7" w:rsidRDefault="00895799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8E490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1190,00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920,00</w:t>
            </w:r>
          </w:p>
          <w:p w:rsidR="00895799" w:rsidRPr="005579C7" w:rsidRDefault="00895799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920,00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</w:tcPr>
          <w:p w:rsidR="00895799" w:rsidRPr="005579C7" w:rsidRDefault="00895799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895799" w:rsidRPr="005579C7" w:rsidRDefault="00895799" w:rsidP="001E1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Устройство асфальтобетонного покрытия волейбольной и баскетбольной площадок </w:t>
            </w:r>
          </w:p>
          <w:p w:rsidR="00895799" w:rsidRPr="005579C7" w:rsidRDefault="00895799" w:rsidP="001E1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(МБОУ «СОШ № 3»)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500,00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</w:tcPr>
          <w:p w:rsidR="00895799" w:rsidRPr="005579C7" w:rsidRDefault="00895799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895799" w:rsidRPr="005579C7" w:rsidRDefault="00895799" w:rsidP="0069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Подсыпка территории спортивных площадок песком </w:t>
            </w:r>
          </w:p>
          <w:p w:rsidR="00895799" w:rsidRPr="005579C7" w:rsidRDefault="00895799" w:rsidP="0069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учреждения)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02273">
              <w:rPr>
                <w:rFonts w:ascii="Times New Roman" w:hAnsi="Times New Roman"/>
                <w:sz w:val="24"/>
                <w:szCs w:val="24"/>
              </w:rPr>
              <w:t>140,</w:t>
            </w: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</w:tcPr>
          <w:p w:rsidR="00895799" w:rsidRPr="005579C7" w:rsidRDefault="00895799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895799" w:rsidRPr="005579C7" w:rsidRDefault="00895799" w:rsidP="00272D4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Устройство асфальтобетонного покрытия территории школы с установкой бордюрного камня </w:t>
            </w:r>
          </w:p>
          <w:p w:rsidR="00895799" w:rsidRPr="005579C7" w:rsidRDefault="00895799" w:rsidP="00272D4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(МБОУ «СОШ № 3»</w:t>
            </w:r>
          </w:p>
          <w:p w:rsidR="00895799" w:rsidRPr="005579C7" w:rsidRDefault="00895799" w:rsidP="00272D4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  <w:p w:rsidR="00895799" w:rsidRPr="005579C7" w:rsidRDefault="00895799" w:rsidP="00272D4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МБОУ «ООШ № 12»</w:t>
            </w:r>
          </w:p>
          <w:p w:rsidR="00895799" w:rsidRPr="005579C7" w:rsidRDefault="00895799" w:rsidP="00272D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МБОУ «СОШ № 2»)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  <w:r w:rsidRPr="005579C7">
              <w:rPr>
                <w:rFonts w:ascii="Times New Roman" w:hAnsi="Times New Roman"/>
                <w:sz w:val="24"/>
                <w:szCs w:val="24"/>
              </w:rPr>
              <w:t xml:space="preserve">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300,00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1800,00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</w:tcPr>
          <w:p w:rsidR="00895799" w:rsidRPr="005579C7" w:rsidRDefault="00895799" w:rsidP="00100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2.5</w:t>
            </w: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E72D0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579C7">
              <w:rPr>
                <w:rFonts w:ascii="Times New Roman" w:hAnsi="Times New Roman"/>
                <w:b/>
              </w:rPr>
              <w:t>Субсидии из местного бюджета муниципальным общеобразовательным учреждениям Дальнереченского городского округа на модернизацию материально-технической базы общеобразовательных учреждений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05 2 2016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612 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 xml:space="preserve">1927,00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 xml:space="preserve">1928,00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895799" w:rsidRPr="005579C7" w:rsidRDefault="00895799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Приобретение технологического оборудования для школьных столовых</w:t>
            </w:r>
          </w:p>
          <w:p w:rsidR="00895799" w:rsidRPr="005579C7" w:rsidRDefault="00895799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 постепенно)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88126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900,00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900,00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895799" w:rsidRPr="005579C7" w:rsidRDefault="00895799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Приобретение мебели в обеденный зал </w:t>
            </w:r>
          </w:p>
          <w:p w:rsidR="00895799" w:rsidRPr="005579C7" w:rsidRDefault="00895799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 постепенно)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88126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200,00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200,00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</w:tcPr>
          <w:p w:rsidR="00895799" w:rsidRPr="005579C7" w:rsidRDefault="00895799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Приобретение подъемно-поворотных стульев в компьютерный класс </w:t>
            </w:r>
          </w:p>
          <w:p w:rsidR="00895799" w:rsidRPr="005579C7" w:rsidRDefault="00895799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учреждения)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</w:tcPr>
          <w:p w:rsidR="00895799" w:rsidRPr="005579C7" w:rsidRDefault="00895799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Приобретение учебников </w:t>
            </w:r>
          </w:p>
          <w:p w:rsidR="00895799" w:rsidRPr="005579C7" w:rsidRDefault="0089579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учреждения)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827,00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828,00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</w:tcPr>
          <w:p w:rsidR="00895799" w:rsidRPr="005579C7" w:rsidRDefault="00895799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2.6</w:t>
            </w: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E72D0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579C7">
              <w:rPr>
                <w:rFonts w:ascii="Times New Roman" w:hAnsi="Times New Roman"/>
                <w:b/>
              </w:rPr>
              <w:t>Субсидии из местного бюджета муниципальным общеобразовательным учреждениям Дальнереченского городского округа на строительство (реконструкция) общеобразовательных учреждений сельской местности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00 0 0000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</w:tcPr>
          <w:p w:rsidR="00895799" w:rsidRPr="005579C7" w:rsidRDefault="00895799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2.7</w:t>
            </w: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6D5C8F">
            <w:pPr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 w:rsidRPr="005579C7">
              <w:rPr>
                <w:rFonts w:ascii="Times New Roman" w:hAnsi="Times New Roman"/>
                <w:b/>
              </w:rPr>
              <w:t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 Погашение кредиторской задолженности прошлых лет.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05 2 2046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2320,60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</w:tcPr>
          <w:p w:rsidR="00895799" w:rsidRPr="005579C7" w:rsidRDefault="00895799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2.8</w:t>
            </w: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E72D0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579C7">
              <w:rPr>
                <w:rFonts w:ascii="Times New Roman" w:hAnsi="Times New Roman"/>
                <w:b/>
              </w:rPr>
              <w:t>Осуществление поддержки и социальной защиты одаренных детей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0707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05 2 2017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 xml:space="preserve">200,00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 xml:space="preserve">400,00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 xml:space="preserve">400,00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2.8.1</w:t>
            </w: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Поддержка одаренных детей-инвалидов, их развития   и   социальной адаптации (экскурсии по Приморскому краю, поездки в санатории края, проведение мероприятий по дню инвалида)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2.8.2</w:t>
            </w: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272D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Проведение мероприятий по   обеспечению   досуга одаренных детей инвалидов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</w:tcPr>
          <w:p w:rsidR="00895799" w:rsidRPr="005579C7" w:rsidRDefault="00895799" w:rsidP="0090598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579C7">
              <w:rPr>
                <w:rFonts w:ascii="Times New Roman" w:hAnsi="Times New Roman"/>
                <w:i/>
                <w:sz w:val="24"/>
                <w:szCs w:val="24"/>
              </w:rPr>
              <w:t>2.8.3</w:t>
            </w: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E72D0D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i/>
                <w:iCs/>
                <w:sz w:val="24"/>
                <w:szCs w:val="24"/>
              </w:rPr>
              <w:t>Проведение конкурсов, предметных олимпиад, учебных сборов, семинаров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5579C7">
              <w:rPr>
                <w:rFonts w:ascii="Times New Roman" w:hAnsi="Times New Roman"/>
                <w:i/>
                <w:sz w:val="24"/>
                <w:szCs w:val="24"/>
              </w:rPr>
              <w:t xml:space="preserve">195,00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6F55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5579C7">
              <w:rPr>
                <w:rFonts w:ascii="Times New Roman" w:hAnsi="Times New Roman"/>
                <w:i/>
                <w:sz w:val="24"/>
                <w:szCs w:val="24"/>
              </w:rPr>
              <w:t xml:space="preserve">330,00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6F55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5579C7">
              <w:rPr>
                <w:rFonts w:ascii="Times New Roman" w:hAnsi="Times New Roman"/>
                <w:i/>
                <w:sz w:val="24"/>
                <w:szCs w:val="24"/>
              </w:rPr>
              <w:t xml:space="preserve">330,00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</w:tcPr>
          <w:p w:rsidR="00895799" w:rsidRPr="005579C7" w:rsidRDefault="00895799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895799" w:rsidRPr="005579C7" w:rsidRDefault="00895799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Организация  и проведение     городского этапа предметных олимпиад. 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22,00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15,00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15,00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</w:tcPr>
          <w:p w:rsidR="00895799" w:rsidRPr="005579C7" w:rsidRDefault="00895799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895799" w:rsidRPr="005579C7" w:rsidRDefault="00895799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Проведение     городского    конкурса «Ученик года». </w:t>
            </w:r>
          </w:p>
        </w:tc>
        <w:tc>
          <w:tcPr>
            <w:tcW w:w="770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6" w:type="dxa"/>
            <w:shd w:val="clear" w:color="000000" w:fill="FFFFFF"/>
          </w:tcPr>
          <w:p w:rsidR="00895799" w:rsidRPr="005579C7" w:rsidRDefault="00895799" w:rsidP="004E522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 xml:space="preserve">20,00  </w:t>
            </w:r>
          </w:p>
        </w:tc>
        <w:tc>
          <w:tcPr>
            <w:tcW w:w="1342" w:type="dxa"/>
            <w:shd w:val="clear" w:color="000000" w:fill="FFFFFF"/>
          </w:tcPr>
          <w:p w:rsidR="00895799" w:rsidRPr="005579C7" w:rsidRDefault="00895799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 xml:space="preserve">20,00  </w:t>
            </w:r>
          </w:p>
        </w:tc>
        <w:tc>
          <w:tcPr>
            <w:tcW w:w="1549" w:type="dxa"/>
            <w:shd w:val="clear" w:color="000000" w:fill="FFFFFF"/>
          </w:tcPr>
          <w:p w:rsidR="00895799" w:rsidRPr="005579C7" w:rsidRDefault="00895799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 xml:space="preserve">20,00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</w:tcPr>
          <w:p w:rsidR="00895799" w:rsidRPr="005579C7" w:rsidRDefault="00895799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895799" w:rsidRPr="005579C7" w:rsidRDefault="00895799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Проведение конкурса творческих   работ школьников с использованием информационно-компьютерных технологий. </w:t>
            </w:r>
          </w:p>
        </w:tc>
        <w:tc>
          <w:tcPr>
            <w:tcW w:w="770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</w:tcPr>
          <w:p w:rsidR="00895799" w:rsidRPr="005579C7" w:rsidRDefault="00895799" w:rsidP="004E522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</w:tcPr>
          <w:p w:rsidR="00895799" w:rsidRPr="005579C7" w:rsidRDefault="00895799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  <w:tc>
          <w:tcPr>
            <w:tcW w:w="1549" w:type="dxa"/>
            <w:shd w:val="clear" w:color="000000" w:fill="FFFFFF"/>
          </w:tcPr>
          <w:p w:rsidR="00895799" w:rsidRPr="005579C7" w:rsidRDefault="00895799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</w:tcPr>
          <w:p w:rsidR="00895799" w:rsidRPr="005579C7" w:rsidRDefault="00895799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895799" w:rsidRPr="005579C7" w:rsidRDefault="00895799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 Поощрение отличников учёбы  1-11 классов общеобразовательных учреждений</w:t>
            </w:r>
          </w:p>
        </w:tc>
        <w:tc>
          <w:tcPr>
            <w:tcW w:w="770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</w:tcPr>
          <w:p w:rsidR="00895799" w:rsidRPr="005579C7" w:rsidRDefault="00895799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</w:tcPr>
          <w:p w:rsidR="00895799" w:rsidRPr="005579C7" w:rsidRDefault="00895799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40,00  </w:t>
            </w:r>
          </w:p>
        </w:tc>
        <w:tc>
          <w:tcPr>
            <w:tcW w:w="1549" w:type="dxa"/>
            <w:shd w:val="clear" w:color="000000" w:fill="FFFFFF"/>
          </w:tcPr>
          <w:p w:rsidR="00895799" w:rsidRPr="005579C7" w:rsidRDefault="00895799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40,00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895799" w:rsidRPr="005579C7" w:rsidRDefault="00895799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Проведение фестиваля художественного творчества «Веселая радуга». </w:t>
            </w:r>
          </w:p>
        </w:tc>
        <w:tc>
          <w:tcPr>
            <w:tcW w:w="770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</w:tcPr>
          <w:p w:rsidR="00895799" w:rsidRPr="005579C7" w:rsidRDefault="00895799" w:rsidP="00630A0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</w:tcPr>
          <w:p w:rsidR="00895799" w:rsidRPr="005579C7" w:rsidRDefault="00895799" w:rsidP="006F55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35,00  </w:t>
            </w:r>
          </w:p>
        </w:tc>
        <w:tc>
          <w:tcPr>
            <w:tcW w:w="1549" w:type="dxa"/>
            <w:shd w:val="clear" w:color="000000" w:fill="FFFFFF"/>
          </w:tcPr>
          <w:p w:rsidR="00895799" w:rsidRPr="005579C7" w:rsidRDefault="00895799" w:rsidP="006F55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35,00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895799" w:rsidRPr="005579C7" w:rsidRDefault="00895799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Организация приема выпускников школ, награжденных золотыми и серебряными медалями «За особые успехи в учении» главой Дальнереченского городского     округа и главой  администрации Дальнереченского городского округа. </w:t>
            </w:r>
          </w:p>
        </w:tc>
        <w:tc>
          <w:tcPr>
            <w:tcW w:w="770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</w:tcPr>
          <w:p w:rsidR="00895799" w:rsidRPr="005579C7" w:rsidRDefault="00895799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15,00  </w:t>
            </w:r>
          </w:p>
        </w:tc>
        <w:tc>
          <w:tcPr>
            <w:tcW w:w="1342" w:type="dxa"/>
            <w:shd w:val="clear" w:color="000000" w:fill="FFFFFF"/>
          </w:tcPr>
          <w:p w:rsidR="00895799" w:rsidRPr="005579C7" w:rsidRDefault="00895799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40,00  </w:t>
            </w:r>
          </w:p>
        </w:tc>
        <w:tc>
          <w:tcPr>
            <w:tcW w:w="1549" w:type="dxa"/>
            <w:shd w:val="clear" w:color="000000" w:fill="FFFFFF"/>
          </w:tcPr>
          <w:p w:rsidR="00895799" w:rsidRPr="005579C7" w:rsidRDefault="00895799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40,00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895799" w:rsidRPr="005579C7" w:rsidRDefault="00895799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Проведение конкурсов сочинений и творческих работ учащихся. </w:t>
            </w:r>
          </w:p>
        </w:tc>
        <w:tc>
          <w:tcPr>
            <w:tcW w:w="770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</w:tcPr>
          <w:p w:rsidR="00895799" w:rsidRPr="005579C7" w:rsidRDefault="00895799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  <w:tc>
          <w:tcPr>
            <w:tcW w:w="1342" w:type="dxa"/>
            <w:shd w:val="clear" w:color="000000" w:fill="FFFFFF"/>
          </w:tcPr>
          <w:p w:rsidR="00895799" w:rsidRPr="005579C7" w:rsidRDefault="00895799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  <w:tc>
          <w:tcPr>
            <w:tcW w:w="1549" w:type="dxa"/>
            <w:shd w:val="clear" w:color="000000" w:fill="FFFFFF"/>
          </w:tcPr>
          <w:p w:rsidR="00895799" w:rsidRPr="005579C7" w:rsidRDefault="00895799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895799" w:rsidRPr="005579C7" w:rsidRDefault="00895799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Участие детей в заочных предметных олимпиадах</w:t>
            </w:r>
          </w:p>
        </w:tc>
        <w:tc>
          <w:tcPr>
            <w:tcW w:w="770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</w:tcPr>
          <w:p w:rsidR="00895799" w:rsidRPr="005579C7" w:rsidRDefault="00895799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549" w:type="dxa"/>
            <w:shd w:val="clear" w:color="000000" w:fill="FFFFFF"/>
          </w:tcPr>
          <w:p w:rsidR="00895799" w:rsidRPr="005579C7" w:rsidRDefault="00895799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895799" w:rsidRPr="005579C7" w:rsidRDefault="00895799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Участие детей в региональном этапе Всероссийской олимпиады школьников. </w:t>
            </w:r>
          </w:p>
        </w:tc>
        <w:tc>
          <w:tcPr>
            <w:tcW w:w="770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30,00  </w:t>
            </w:r>
          </w:p>
        </w:tc>
        <w:tc>
          <w:tcPr>
            <w:tcW w:w="1342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30,00  </w:t>
            </w:r>
          </w:p>
        </w:tc>
        <w:tc>
          <w:tcPr>
            <w:tcW w:w="1549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30,00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895799" w:rsidRPr="005579C7" w:rsidRDefault="00895799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Участие  детей в краевых, всероссийских, международных конкурсах, семинарах, в т.ч. заочных. 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105,00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105,00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105,00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895799" w:rsidRPr="005579C7" w:rsidRDefault="00895799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Проведение «круглого стола» с победителями олимпиад и творческих конкурсов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9D408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20,00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20,00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</w:tcPr>
          <w:p w:rsidR="00895799" w:rsidRPr="005579C7" w:rsidRDefault="00895799" w:rsidP="0090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2.8.4</w:t>
            </w: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272D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579C7">
              <w:rPr>
                <w:rFonts w:ascii="Times New Roman" w:hAnsi="Times New Roman"/>
                <w:i/>
                <w:sz w:val="24"/>
                <w:szCs w:val="24"/>
              </w:rPr>
              <w:t>Развитие системы подготовки кадров, работающих с одаренными детьми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593B5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5579C7">
              <w:rPr>
                <w:rFonts w:ascii="Times New Roman" w:hAnsi="Times New Roman"/>
                <w:i/>
                <w:sz w:val="24"/>
                <w:szCs w:val="24"/>
              </w:rPr>
              <w:t xml:space="preserve">5,00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5579C7">
              <w:rPr>
                <w:rFonts w:ascii="Times New Roman" w:hAnsi="Times New Roman"/>
                <w:i/>
                <w:sz w:val="24"/>
                <w:szCs w:val="24"/>
              </w:rPr>
              <w:t xml:space="preserve">55,00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5579C7">
              <w:rPr>
                <w:rFonts w:ascii="Times New Roman" w:hAnsi="Times New Roman"/>
                <w:i/>
                <w:sz w:val="24"/>
                <w:szCs w:val="24"/>
              </w:rPr>
              <w:t xml:space="preserve">55,00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Поддержка талантливых педагогов реализующих инновационные образовательные методиками  и добившихся особых успехов в подготовке школьников к интеллектуальным соревнованиям                  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593B5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50,00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50,00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городских семинаров, мастер-классов по обмену опытом работы с одаренными детьми 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2.9</w:t>
            </w: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272D4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579C7">
              <w:rPr>
                <w:rFonts w:ascii="Times New Roman" w:hAnsi="Times New Roman"/>
                <w:b/>
                <w:bCs/>
              </w:rPr>
              <w:t>Создание условий для осуществления непрерывного образования  учащихся в системе взаимодействия работодателей с учреждениями профессионального и основного общего образования «Школа – Колледж – Вуз – Работодатель» на основе согласования стандартов образовательных целей и программ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05 0 0000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</w:tcPr>
          <w:p w:rsidR="00895799" w:rsidRPr="005579C7" w:rsidRDefault="00895799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272D4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Участие в профессиональной ориентации несовершеннолетних, проведение ярмарок учебных и рабочих мест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</w:tcPr>
          <w:p w:rsidR="00895799" w:rsidRPr="005579C7" w:rsidRDefault="00895799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272D4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Трудоустройство несовершеннолетних в период летних каникул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2.10</w:t>
            </w: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579C7">
              <w:rPr>
                <w:rFonts w:ascii="Times New Roman" w:hAnsi="Times New Roman"/>
                <w:b/>
                <w:bCs/>
              </w:rPr>
              <w:t>Обновление технологий воспитания и обучения, связанных с  решением задач социализации учащихся, формирования основ здорового образа жизни и безопасности жизнедеятельности у детей и подростков на основе взаимодействия школы, семей обучающихся,   представителей общественных и иных организаций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05 2 0000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100 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415E1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562,00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804,00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854,00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2.10.1</w:t>
            </w:r>
          </w:p>
        </w:tc>
        <w:tc>
          <w:tcPr>
            <w:tcW w:w="4840" w:type="dxa"/>
            <w:shd w:val="clear" w:color="000000" w:fill="FFFFFF"/>
            <w:vAlign w:val="center"/>
          </w:tcPr>
          <w:p w:rsidR="00895799" w:rsidRPr="005579C7" w:rsidRDefault="00895799" w:rsidP="009A6EC7">
            <w:pPr>
              <w:pStyle w:val="NormalWeb"/>
              <w:ind w:left="-15" w:right="-84"/>
            </w:pPr>
            <w:r w:rsidRPr="005579C7">
              <w:t>Создание информационного банка данных о детях 6-8 лет, подлежащих обучению в образовательных учреждениях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</w:tcPr>
          <w:p w:rsidR="00895799" w:rsidRPr="005579C7" w:rsidRDefault="00895799" w:rsidP="002B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2.10.2</w:t>
            </w:r>
          </w:p>
        </w:tc>
        <w:tc>
          <w:tcPr>
            <w:tcW w:w="4840" w:type="dxa"/>
            <w:shd w:val="clear" w:color="000000" w:fill="FFFFFF"/>
            <w:vAlign w:val="center"/>
          </w:tcPr>
          <w:p w:rsidR="00895799" w:rsidRPr="005579C7" w:rsidRDefault="00895799" w:rsidP="009A6EC7">
            <w:pPr>
              <w:pStyle w:val="NormalWeb"/>
              <w:ind w:left="-15" w:right="-84"/>
            </w:pPr>
            <w:r w:rsidRPr="005579C7">
              <w:t>Контроль обучения выпускников интернатных учреждений, а также несовершеннолетних, оставшихся без попечения родителей и продолжающих обучение в профессиональных учреждениях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</w:tcPr>
          <w:p w:rsidR="00895799" w:rsidRPr="005579C7" w:rsidRDefault="00895799" w:rsidP="002B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2.10.3</w:t>
            </w:r>
          </w:p>
        </w:tc>
        <w:tc>
          <w:tcPr>
            <w:tcW w:w="4840" w:type="dxa"/>
            <w:shd w:val="clear" w:color="000000" w:fill="FFFFFF"/>
            <w:vAlign w:val="center"/>
          </w:tcPr>
          <w:p w:rsidR="00895799" w:rsidRPr="005579C7" w:rsidRDefault="00895799" w:rsidP="009A6EC7">
            <w:pPr>
              <w:pStyle w:val="NormalWeb"/>
              <w:ind w:left="-15" w:right="-84"/>
            </w:pPr>
            <w:r w:rsidRPr="005579C7">
              <w:t>Контроль обучения несовершеннолетних, не имеющих основного общего образования и продолжающих обучение в ПУ-27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</w:tcPr>
          <w:p w:rsidR="00895799" w:rsidRPr="005579C7" w:rsidRDefault="00895799" w:rsidP="002B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2.10.4</w:t>
            </w:r>
          </w:p>
        </w:tc>
        <w:tc>
          <w:tcPr>
            <w:tcW w:w="4840" w:type="dxa"/>
            <w:shd w:val="clear" w:color="000000" w:fill="FFFFFF"/>
            <w:vAlign w:val="center"/>
          </w:tcPr>
          <w:p w:rsidR="00895799" w:rsidRPr="005579C7" w:rsidRDefault="00895799" w:rsidP="009A6EC7">
            <w:pPr>
              <w:pStyle w:val="NormalWeb"/>
              <w:ind w:left="-15" w:right="-84"/>
            </w:pPr>
            <w:r w:rsidRPr="005579C7">
              <w:t>Совершенствование работы вечерней сменной школы №7. Контроль обучения несовершеннолетних в данном образовательном учебном заведении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</w:tcPr>
          <w:p w:rsidR="00895799" w:rsidRPr="005579C7" w:rsidRDefault="00895799" w:rsidP="002B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2.10.5</w:t>
            </w:r>
          </w:p>
        </w:tc>
        <w:tc>
          <w:tcPr>
            <w:tcW w:w="4840" w:type="dxa"/>
            <w:shd w:val="clear" w:color="000000" w:fill="FFFFFF"/>
            <w:vAlign w:val="center"/>
          </w:tcPr>
          <w:p w:rsidR="00895799" w:rsidRPr="006112DF" w:rsidRDefault="00895799" w:rsidP="009A6EC7">
            <w:pPr>
              <w:pStyle w:val="NormalWeb"/>
              <w:ind w:left="-15" w:right="-84"/>
              <w:rPr>
                <w:highlight w:val="green"/>
              </w:rPr>
            </w:pPr>
            <w:r w:rsidRPr="006112DF">
              <w:rPr>
                <w:highlight w:val="green"/>
              </w:rPr>
              <w:t>Организация работы школьных психологов, классных руководителей по выявления причин и условий, способствующих непосещению несовершеннолетними образовательных учреждений, принятие действенных мер воздействия по устранению выявленных причин и условий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6112DF" w:rsidRDefault="0089579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112DF">
              <w:rPr>
                <w:rFonts w:ascii="Times New Roman" w:hAnsi="Times New Roman"/>
                <w:sz w:val="24"/>
                <w:szCs w:val="24"/>
                <w:highlight w:val="green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6112DF" w:rsidRDefault="0089579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112DF">
              <w:rPr>
                <w:rFonts w:ascii="Times New Roman" w:hAnsi="Times New Roman"/>
                <w:sz w:val="24"/>
                <w:szCs w:val="24"/>
                <w:highlight w:val="green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6112DF" w:rsidRDefault="0089579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112DF">
              <w:rPr>
                <w:rFonts w:ascii="Times New Roman" w:hAnsi="Times New Roman"/>
                <w:sz w:val="24"/>
                <w:szCs w:val="24"/>
                <w:highlight w:val="green"/>
              </w:rPr>
              <w:t xml:space="preserve">0,00  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</w:tcPr>
          <w:p w:rsidR="00895799" w:rsidRPr="005579C7" w:rsidRDefault="00895799" w:rsidP="00981F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2.10.6</w:t>
            </w:r>
          </w:p>
        </w:tc>
        <w:tc>
          <w:tcPr>
            <w:tcW w:w="4840" w:type="dxa"/>
            <w:shd w:val="clear" w:color="000000" w:fill="FFFFFF"/>
            <w:vAlign w:val="center"/>
          </w:tcPr>
          <w:p w:rsidR="00895799" w:rsidRPr="005579C7" w:rsidRDefault="00895799" w:rsidP="009C5426">
            <w:pPr>
              <w:pStyle w:val="NormalWeb"/>
              <w:ind w:right="-84"/>
            </w:pPr>
            <w:r w:rsidRPr="005579C7">
              <w:t>Организация работы по формированию и поддержке стремлений жителей к позитивным изменениям в образе жизни через обеспечение их достоверными медико-гигиеническими и санитарными знаниями (лектории, кинолектории, лекции, беседы)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0707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895799" w:rsidRPr="005579C7" w:rsidTr="0002385E">
        <w:trPr>
          <w:trHeight w:val="20"/>
        </w:trPr>
        <w:tc>
          <w:tcPr>
            <w:tcW w:w="834" w:type="dxa"/>
            <w:gridSpan w:val="2"/>
            <w:shd w:val="clear" w:color="000000" w:fill="FFFFFF"/>
          </w:tcPr>
          <w:p w:rsidR="00895799" w:rsidRPr="005579C7" w:rsidRDefault="00895799" w:rsidP="00981F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2.10.7</w:t>
            </w:r>
          </w:p>
        </w:tc>
        <w:tc>
          <w:tcPr>
            <w:tcW w:w="4840" w:type="dxa"/>
            <w:shd w:val="clear" w:color="000000" w:fill="FFFFFF"/>
          </w:tcPr>
          <w:p w:rsidR="00895799" w:rsidRPr="006112DF" w:rsidRDefault="00895799" w:rsidP="003938EE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highlight w:val="green"/>
              </w:rPr>
            </w:pPr>
            <w:r w:rsidRPr="006112DF">
              <w:rPr>
                <w:rFonts w:ascii="Times New Roman" w:hAnsi="Times New Roman"/>
                <w:b/>
                <w:i/>
                <w:iCs/>
                <w:sz w:val="24"/>
                <w:szCs w:val="24"/>
                <w:highlight w:val="green"/>
              </w:rPr>
              <w:t>Мероприятия по противодействию распространения наркотиков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i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i/>
                <w:sz w:val="24"/>
                <w:szCs w:val="24"/>
              </w:rPr>
              <w:t>0707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i/>
                <w:sz w:val="24"/>
                <w:szCs w:val="24"/>
              </w:rPr>
              <w:t>05 2 2018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i/>
                <w:sz w:val="24"/>
                <w:szCs w:val="24"/>
              </w:rPr>
              <w:t>100 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6112DF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  <w:highlight w:val="green"/>
              </w:rPr>
            </w:pPr>
            <w:r w:rsidRPr="006112DF">
              <w:rPr>
                <w:rFonts w:ascii="Times New Roman" w:hAnsi="Times New Roman"/>
                <w:b/>
                <w:i/>
                <w:sz w:val="24"/>
                <w:szCs w:val="24"/>
                <w:highlight w:val="green"/>
              </w:rPr>
              <w:t>550,00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i/>
                <w:sz w:val="24"/>
                <w:szCs w:val="24"/>
              </w:rPr>
              <w:t>600,00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i/>
                <w:sz w:val="24"/>
                <w:szCs w:val="24"/>
              </w:rPr>
              <w:t>650,00</w:t>
            </w:r>
          </w:p>
        </w:tc>
      </w:tr>
      <w:tr w:rsidR="00895799" w:rsidRPr="005579C7" w:rsidTr="0002385E">
        <w:trPr>
          <w:gridBefore w:val="1"/>
          <w:trHeight w:val="20"/>
        </w:trPr>
        <w:tc>
          <w:tcPr>
            <w:tcW w:w="834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AE2EA3">
            <w:pPr>
              <w:pStyle w:val="NormalWeb"/>
              <w:snapToGrid w:val="0"/>
              <w:spacing w:before="0" w:after="0"/>
              <w:ind w:left="33" w:right="85"/>
              <w:jc w:val="both"/>
            </w:pPr>
            <w:r w:rsidRPr="005579C7">
              <w:t xml:space="preserve">Организация   отдыха  подростков и молодежи в каникулярный период (организация профильных лагерей дневного пребывания для подростков, участие в краевых молодежных профильных лагерях).  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55,00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20,00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30,00  </w:t>
            </w:r>
          </w:p>
        </w:tc>
      </w:tr>
      <w:tr w:rsidR="00895799" w:rsidRPr="005579C7" w:rsidTr="0002385E">
        <w:trPr>
          <w:gridBefore w:val="1"/>
          <w:trHeight w:val="20"/>
        </w:trPr>
        <w:tc>
          <w:tcPr>
            <w:tcW w:w="834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AE2E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Проведение молодежных акций по пропаганде здорового образа жизни.   Приобретение методической литературы, видеофильмов, изготовление брошюр, памяток, листовок, календарей и др.    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20,00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20,00  </w:t>
            </w:r>
          </w:p>
        </w:tc>
      </w:tr>
      <w:tr w:rsidR="00895799" w:rsidRPr="005579C7" w:rsidTr="0002385E">
        <w:trPr>
          <w:gridBefore w:val="1"/>
          <w:trHeight w:val="20"/>
        </w:trPr>
        <w:tc>
          <w:tcPr>
            <w:tcW w:w="834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Организация семинаров   по подготовке волонтеров и консультантов по профилактике вредных привычек среди детей, подростков и  молодежи по принципу «Молодой - молодому». Организация обучающих семинаров, тренингов для молодежи по профилактике наркомании  с участием краевых и городских специалистов.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80,00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80,00  </w:t>
            </w:r>
          </w:p>
        </w:tc>
      </w:tr>
      <w:tr w:rsidR="00895799" w:rsidRPr="005579C7" w:rsidTr="0002385E">
        <w:trPr>
          <w:gridBefore w:val="1"/>
          <w:trHeight w:val="20"/>
        </w:trPr>
        <w:tc>
          <w:tcPr>
            <w:tcW w:w="834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Приобретение тест-систем  для определения в крови наркотикосодержащих веществ в рамках операции «Мак» и «Барьер»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5579C7">
              <w:rPr>
                <w:rFonts w:ascii="Times New Roman" w:hAnsi="Times New Roman"/>
                <w:sz w:val="24"/>
                <w:szCs w:val="24"/>
              </w:rPr>
              <w:t xml:space="preserve">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15,00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15,00  </w:t>
            </w:r>
          </w:p>
        </w:tc>
      </w:tr>
      <w:tr w:rsidR="00895799" w:rsidRPr="005579C7" w:rsidTr="0002385E">
        <w:trPr>
          <w:gridBefore w:val="1"/>
          <w:trHeight w:val="20"/>
        </w:trPr>
        <w:tc>
          <w:tcPr>
            <w:tcW w:w="834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AE2E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Проведение конкурсов, фестивалей,  молодежных акций, направленных на формирование у молодежи здорового образа жизни.   Участие в краевых, всероссийских, конкурсах, фестивалях, форумах. 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200,00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215,00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2922B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230,00  </w:t>
            </w:r>
          </w:p>
        </w:tc>
      </w:tr>
      <w:tr w:rsidR="00895799" w:rsidRPr="005579C7" w:rsidTr="0002385E">
        <w:trPr>
          <w:gridBefore w:val="1"/>
          <w:trHeight w:val="20"/>
        </w:trPr>
        <w:tc>
          <w:tcPr>
            <w:tcW w:w="834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AE2EA3">
            <w:pPr>
              <w:pStyle w:val="NormalWeb"/>
              <w:snapToGrid w:val="0"/>
              <w:spacing w:before="0" w:after="0"/>
              <w:ind w:left="33" w:right="85"/>
              <w:jc w:val="both"/>
            </w:pPr>
            <w:r w:rsidRPr="005579C7">
              <w:t xml:space="preserve">Содействие в организации временного трудоустройства молодежи в летний период. 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579C7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60,00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60,00  </w:t>
            </w:r>
          </w:p>
        </w:tc>
      </w:tr>
      <w:tr w:rsidR="00895799" w:rsidRPr="005579C7" w:rsidTr="0002385E">
        <w:trPr>
          <w:gridBefore w:val="1"/>
          <w:trHeight w:val="20"/>
        </w:trPr>
        <w:tc>
          <w:tcPr>
            <w:tcW w:w="834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</w:rPr>
            </w:pPr>
            <w:r w:rsidRPr="005579C7">
              <w:rPr>
                <w:rFonts w:ascii="Times New Roman" w:hAnsi="Times New Roman"/>
              </w:rPr>
              <w:t xml:space="preserve">Оказание содействия в организации  деятельности  молодежных и детских общественных объединений, клубов, профильных лагерей. Реализация молодежных инициатив, и социальных проектов. 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</w:t>
            </w:r>
            <w:r w:rsidRPr="005579C7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110,00</w:t>
            </w:r>
          </w:p>
        </w:tc>
      </w:tr>
      <w:tr w:rsidR="00895799" w:rsidRPr="005579C7" w:rsidTr="0002385E">
        <w:trPr>
          <w:gridBefore w:val="1"/>
          <w:trHeight w:val="20"/>
        </w:trPr>
        <w:tc>
          <w:tcPr>
            <w:tcW w:w="834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895799" w:rsidRPr="005579C7" w:rsidRDefault="00895799" w:rsidP="00AE2EA3">
            <w:pPr>
              <w:pStyle w:val="NormalWeb"/>
              <w:ind w:left="-15" w:right="-84"/>
            </w:pPr>
            <w:r w:rsidRPr="005579C7">
              <w:t xml:space="preserve">Поддержка талантливой, творческой и активной молодежи,   поощрение за успехи </w:t>
            </w:r>
            <w:r>
              <w:t>в</w:t>
            </w:r>
            <w:r w:rsidRPr="005579C7">
              <w:t xml:space="preserve"> реализации молодежной политики на территории Дальнереченского городского округа. 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70,00</w:t>
            </w:r>
          </w:p>
        </w:tc>
      </w:tr>
      <w:tr w:rsidR="00895799" w:rsidRPr="005579C7" w:rsidTr="000D37E3">
        <w:trPr>
          <w:gridBefore w:val="1"/>
          <w:trHeight w:val="2003"/>
        </w:trPr>
        <w:tc>
          <w:tcPr>
            <w:tcW w:w="834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661016">
            <w:pPr>
              <w:pStyle w:val="NormalWeb"/>
            </w:pPr>
            <w:r w:rsidRPr="005579C7">
              <w:t>Создание системы информационного обеспечения молодежи</w:t>
            </w:r>
            <w:r>
              <w:t>.</w:t>
            </w:r>
            <w:r w:rsidRPr="005579C7">
              <w:t xml:space="preserve"> Организация  конкурса </w:t>
            </w:r>
            <w:r>
              <w:t xml:space="preserve">среди </w:t>
            </w:r>
            <w:r w:rsidRPr="005579C7">
              <w:t>молодежных средств масс</w:t>
            </w:r>
            <w:r>
              <w:t xml:space="preserve">овой информации </w:t>
            </w:r>
            <w:r w:rsidRPr="005579C7">
              <w:t xml:space="preserve"> </w:t>
            </w:r>
            <w:r>
              <w:t xml:space="preserve">и </w:t>
            </w:r>
            <w:r w:rsidRPr="005579C7">
              <w:t>журналистов на лучшее освещение проблемы наркомании, алкоголизма, табакокурения, негативных явлений в молодежной среде</w:t>
            </w:r>
            <w:r>
              <w:t>.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579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5579C7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2922B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Pr="005579C7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895799" w:rsidRPr="005579C7" w:rsidTr="0002385E">
        <w:trPr>
          <w:gridBefore w:val="1"/>
          <w:trHeight w:val="20"/>
        </w:trPr>
        <w:tc>
          <w:tcPr>
            <w:tcW w:w="834" w:type="dxa"/>
            <w:shd w:val="clear" w:color="000000" w:fill="FFFFFF"/>
          </w:tcPr>
          <w:p w:rsidR="00895799" w:rsidRPr="005579C7" w:rsidRDefault="00895799" w:rsidP="00981F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2.10.8</w:t>
            </w:r>
          </w:p>
        </w:tc>
        <w:tc>
          <w:tcPr>
            <w:tcW w:w="4840" w:type="dxa"/>
            <w:shd w:val="clear" w:color="000000" w:fill="FFFFFF"/>
          </w:tcPr>
          <w:p w:rsidR="00895799" w:rsidRPr="006112DF" w:rsidRDefault="00895799" w:rsidP="003938EE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highlight w:val="green"/>
              </w:rPr>
            </w:pPr>
            <w:r w:rsidRPr="006112DF">
              <w:rPr>
                <w:rFonts w:ascii="Times New Roman" w:hAnsi="Times New Roman"/>
                <w:b/>
                <w:i/>
                <w:iCs/>
                <w:sz w:val="24"/>
                <w:szCs w:val="24"/>
                <w:highlight w:val="green"/>
              </w:rPr>
              <w:t xml:space="preserve">Мероприятия по профилактике правонарушений и борьбе с преступностью 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112DF">
              <w:rPr>
                <w:rFonts w:ascii="Times New Roman" w:hAnsi="Times New Roman"/>
                <w:b/>
                <w:i/>
                <w:sz w:val="24"/>
                <w:szCs w:val="24"/>
                <w:highlight w:val="green"/>
              </w:rPr>
              <w:t>0,00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i/>
                <w:sz w:val="24"/>
                <w:szCs w:val="24"/>
              </w:rPr>
              <w:t>92,00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i/>
                <w:sz w:val="24"/>
                <w:szCs w:val="24"/>
              </w:rPr>
              <w:t>92,00</w:t>
            </w:r>
          </w:p>
        </w:tc>
      </w:tr>
      <w:tr w:rsidR="00895799" w:rsidRPr="005579C7" w:rsidTr="0002385E">
        <w:trPr>
          <w:gridBefore w:val="1"/>
          <w:trHeight w:val="20"/>
        </w:trPr>
        <w:tc>
          <w:tcPr>
            <w:tcW w:w="834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Организация рейдов по проверке условий проживания семей, находящихся в социально опасном или трудном положении </w:t>
            </w:r>
          </w:p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(расходы на бензин)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</w:tr>
      <w:tr w:rsidR="00895799" w:rsidRPr="005579C7" w:rsidTr="0002385E">
        <w:trPr>
          <w:gridBefore w:val="1"/>
          <w:trHeight w:val="20"/>
        </w:trPr>
        <w:tc>
          <w:tcPr>
            <w:tcW w:w="834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895799" w:rsidRPr="005579C7" w:rsidRDefault="00895799" w:rsidP="006F3169">
            <w:pPr>
              <w:pStyle w:val="NormalWeb"/>
              <w:ind w:right="-84"/>
            </w:pPr>
            <w:r w:rsidRPr="005579C7">
              <w:t>Постановка на учёт неблагополучных семей, принятие мер правого, социального, медицинского, психологического воздействия с целью устранения негативного влияния семьи на подростка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95799" w:rsidRPr="005579C7" w:rsidTr="0002385E">
        <w:trPr>
          <w:gridBefore w:val="1"/>
          <w:trHeight w:val="20"/>
        </w:trPr>
        <w:tc>
          <w:tcPr>
            <w:tcW w:w="834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895799" w:rsidRPr="005579C7" w:rsidRDefault="00895799" w:rsidP="00E03C57">
            <w:pPr>
              <w:pStyle w:val="NormalWeb"/>
              <w:ind w:right="-84"/>
            </w:pPr>
            <w:r w:rsidRPr="005579C7">
              <w:t>Организация в образовательных учреждениях общедоступных спортивных секций, кружков, клубов и привлечение к участию в них несовершеннолетних, склонных к совершению правонарушений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95799" w:rsidRPr="005579C7" w:rsidTr="0002385E">
        <w:trPr>
          <w:gridBefore w:val="1"/>
          <w:trHeight w:val="20"/>
        </w:trPr>
        <w:tc>
          <w:tcPr>
            <w:tcW w:w="834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895799" w:rsidRPr="005579C7" w:rsidRDefault="00895799" w:rsidP="003938EE">
            <w:pPr>
              <w:pStyle w:val="NormalWeb"/>
              <w:ind w:right="-84"/>
            </w:pPr>
            <w:r w:rsidRPr="005579C7">
              <w:t>Вовлечение несовершеннолетних, входящих в «группу риска», к занятиям в спортивных, художественных, технических кружках и секциях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95799" w:rsidRPr="005579C7" w:rsidTr="0002385E">
        <w:trPr>
          <w:gridBefore w:val="1"/>
          <w:trHeight w:val="20"/>
        </w:trPr>
        <w:tc>
          <w:tcPr>
            <w:tcW w:w="834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Проведение семинаров, совещаний с заместителями директоров по воспитательной работе, педагогами дополнительного образования, социальными педагогами по вопросам совершенствования работы с детьми и подростками «группы риска»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7,00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40467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7,00  </w:t>
            </w:r>
          </w:p>
        </w:tc>
      </w:tr>
      <w:tr w:rsidR="00895799" w:rsidRPr="005579C7" w:rsidTr="0002385E">
        <w:trPr>
          <w:gridBefore w:val="1"/>
          <w:trHeight w:val="20"/>
        </w:trPr>
        <w:tc>
          <w:tcPr>
            <w:tcW w:w="834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</w:rPr>
            </w:pPr>
            <w:r w:rsidRPr="005579C7">
              <w:rPr>
                <w:rFonts w:ascii="Times New Roman" w:hAnsi="Times New Roman"/>
              </w:rPr>
              <w:t>Оказание методической помощи образовательным учреждения по вопросам профилактики правонарушений, пропаганды правовых знаний, противодействия экстремизму и терроризму (приобретение литературы, изготовление листовок, флаеров, памяток, аудио и видео продукции и т.д.)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60,00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60,00  </w:t>
            </w:r>
          </w:p>
        </w:tc>
      </w:tr>
      <w:tr w:rsidR="00895799" w:rsidRPr="005579C7" w:rsidTr="0002385E">
        <w:trPr>
          <w:gridBefore w:val="1"/>
          <w:trHeight w:val="20"/>
        </w:trPr>
        <w:tc>
          <w:tcPr>
            <w:tcW w:w="834" w:type="dxa"/>
            <w:shd w:val="clear" w:color="000000" w:fill="FFFFFF"/>
          </w:tcPr>
          <w:p w:rsidR="00895799" w:rsidRPr="005579C7" w:rsidRDefault="00895799" w:rsidP="00981F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2.10.9</w:t>
            </w:r>
          </w:p>
        </w:tc>
        <w:tc>
          <w:tcPr>
            <w:tcW w:w="4840" w:type="dxa"/>
            <w:shd w:val="clear" w:color="000000" w:fill="FFFFFF"/>
          </w:tcPr>
          <w:p w:rsidR="00895799" w:rsidRPr="006112DF" w:rsidRDefault="00895799" w:rsidP="003938EE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highlight w:val="green"/>
              </w:rPr>
            </w:pPr>
            <w:r w:rsidRPr="006112DF">
              <w:rPr>
                <w:rFonts w:ascii="Times New Roman" w:hAnsi="Times New Roman"/>
                <w:b/>
                <w:i/>
                <w:iCs/>
                <w:sz w:val="24"/>
                <w:szCs w:val="24"/>
                <w:highlight w:val="green"/>
              </w:rPr>
              <w:t>Мероприятия по профилактике экстремизма и терроризма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000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000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6112DF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  <w:highlight w:val="green"/>
              </w:rPr>
            </w:pPr>
            <w:r w:rsidRPr="006112DF">
              <w:rPr>
                <w:rFonts w:ascii="Times New Roman" w:hAnsi="Times New Roman"/>
                <w:b/>
                <w:i/>
                <w:sz w:val="24"/>
                <w:szCs w:val="24"/>
                <w:highlight w:val="green"/>
              </w:rPr>
              <w:t>12,00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highlight w:val="green"/>
              </w:rPr>
              <w:t xml:space="preserve">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i/>
                <w:sz w:val="24"/>
                <w:szCs w:val="24"/>
              </w:rPr>
              <w:t>82,00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i/>
                <w:sz w:val="24"/>
                <w:szCs w:val="24"/>
              </w:rPr>
              <w:t>82,00</w:t>
            </w:r>
          </w:p>
        </w:tc>
      </w:tr>
      <w:tr w:rsidR="00895799" w:rsidRPr="005579C7" w:rsidTr="0002385E">
        <w:trPr>
          <w:gridBefore w:val="1"/>
          <w:trHeight w:val="20"/>
        </w:trPr>
        <w:tc>
          <w:tcPr>
            <w:tcW w:w="834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895799" w:rsidRPr="005579C7" w:rsidRDefault="00895799" w:rsidP="003938EE">
            <w:pPr>
              <w:pStyle w:val="NormalWeb"/>
              <w:ind w:right="-84"/>
            </w:pPr>
            <w:r w:rsidRPr="005579C7">
              <w:t xml:space="preserve">Приобретение научно-методических материалов, программ, печатных и электронных учебных пособий, учебных фильмов, в том числе с использованием мультимедийных средств, для общеобразовательных учреждений системы дополнительного образования детей (по вопросам профилактики экстремизма и предупреждения террористических актов) </w:t>
            </w:r>
          </w:p>
        </w:tc>
        <w:tc>
          <w:tcPr>
            <w:tcW w:w="770" w:type="dxa"/>
            <w:shd w:val="clear" w:color="000000" w:fill="FFFFFF"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</w:tr>
      <w:tr w:rsidR="00895799" w:rsidRPr="005579C7" w:rsidTr="0002385E">
        <w:trPr>
          <w:gridBefore w:val="1"/>
          <w:trHeight w:val="20"/>
        </w:trPr>
        <w:tc>
          <w:tcPr>
            <w:tcW w:w="834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Проведение акций «Внимание - экстремизм!», «Терроризму нет!» и т.д. Привлечение информационных и рекламных агентств к проведению профилактических акций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5C50A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895799" w:rsidRPr="005579C7" w:rsidTr="0002385E">
        <w:trPr>
          <w:gridBefore w:val="1"/>
          <w:trHeight w:val="20"/>
        </w:trPr>
        <w:tc>
          <w:tcPr>
            <w:tcW w:w="834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3938EE">
            <w:pPr>
              <w:pStyle w:val="NormalWeb"/>
              <w:ind w:left="33" w:right="-84"/>
            </w:pPr>
            <w:r w:rsidRPr="005579C7">
              <w:t>Проведение тематических бесед в коллек</w:t>
            </w:r>
            <w:r w:rsidRPr="005579C7">
              <w:softHyphen/>
              <w:t>тивах учащихся государственных образова</w:t>
            </w:r>
            <w:r w:rsidRPr="005579C7">
              <w:softHyphen/>
              <w:t>тельных учреждений по действиям населения при возникновении террористических угроз и ЧС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95799" w:rsidRPr="005579C7" w:rsidTr="0002385E">
        <w:trPr>
          <w:gridBefore w:val="1"/>
          <w:trHeight w:val="20"/>
        </w:trPr>
        <w:tc>
          <w:tcPr>
            <w:tcW w:w="834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895799" w:rsidRPr="005579C7" w:rsidRDefault="00895799" w:rsidP="00ED3684">
            <w:pPr>
              <w:pStyle w:val="NormalWeb"/>
              <w:ind w:right="-84"/>
            </w:pPr>
            <w:r w:rsidRPr="005579C7">
              <w:t>Организация в учебных заведениях профилактической работы, направленной на недопущение вовлечения детей и подростков в незаконную деятельность религиозных сект и экстремистских организаций. Распространение идей межнациональной терпимости, дружбы, добрососедства, взаимного уважения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95799" w:rsidRPr="005579C7" w:rsidTr="0002385E">
        <w:trPr>
          <w:gridBefore w:val="1"/>
          <w:trHeight w:val="20"/>
        </w:trPr>
        <w:tc>
          <w:tcPr>
            <w:tcW w:w="834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895799" w:rsidRPr="005579C7" w:rsidRDefault="00895799" w:rsidP="00ED3684">
            <w:pPr>
              <w:pStyle w:val="NormalWeb"/>
              <w:ind w:right="-84"/>
              <w:rPr>
                <w:sz w:val="22"/>
                <w:szCs w:val="22"/>
              </w:rPr>
            </w:pPr>
            <w:r w:rsidRPr="005579C7">
              <w:rPr>
                <w:sz w:val="22"/>
                <w:szCs w:val="22"/>
              </w:rPr>
              <w:t>Проведение комплекса мероприятий по выявлению и пресечению изготовления и распространения литературы, аудио- и видеоматериалов, экстремистского толка, пропагандирующих разжигание национальной, расовой и религиозной вражды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95799" w:rsidRPr="005579C7" w:rsidTr="0002385E">
        <w:trPr>
          <w:gridBefore w:val="1"/>
          <w:trHeight w:val="20"/>
        </w:trPr>
        <w:tc>
          <w:tcPr>
            <w:tcW w:w="834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ED3684">
            <w:pPr>
              <w:pStyle w:val="NormalWeb"/>
              <w:ind w:right="-84"/>
            </w:pPr>
            <w:r w:rsidRPr="005579C7">
              <w:t xml:space="preserve">Комплексные проверки потенциально опасных объектов на предмет профилактики и предупреждения террористических актов и техногенных аварий на них               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95799" w:rsidRPr="005579C7" w:rsidTr="0002385E">
        <w:trPr>
          <w:gridBefore w:val="1"/>
          <w:trHeight w:val="20"/>
        </w:trPr>
        <w:tc>
          <w:tcPr>
            <w:tcW w:w="834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895799" w:rsidRPr="005579C7" w:rsidRDefault="00895799" w:rsidP="00ED3684">
            <w:pPr>
              <w:pStyle w:val="NormalWeb"/>
              <w:ind w:right="-84"/>
            </w:pPr>
            <w:r w:rsidRPr="005579C7">
              <w:t xml:space="preserve">Организация работы образовательных учреждений по утверждению в сознании молодых людей идеи личной и коллективной обязанности уважать права человека, формированию нетерпимости к любым проявлениям экстремизма 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95799" w:rsidRPr="005579C7" w:rsidTr="0002385E">
        <w:trPr>
          <w:gridBefore w:val="1"/>
          <w:trHeight w:val="20"/>
        </w:trPr>
        <w:tc>
          <w:tcPr>
            <w:tcW w:w="834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895799" w:rsidRPr="005579C7" w:rsidRDefault="00895799" w:rsidP="00661016">
            <w:pPr>
              <w:pStyle w:val="NormalWeb"/>
              <w:ind w:right="-84"/>
            </w:pPr>
            <w:r w:rsidRPr="005579C7">
              <w:t>Осуществление еженедельных обходов территории на предмет выявления и ликвида</w:t>
            </w:r>
            <w:r w:rsidRPr="005579C7">
              <w:softHyphen/>
              <w:t>ции последствий экстремистской деятельности, которые проявляются в виде нанесения на архитектурные сооружения символов и знаков экстремистской направленности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95799" w:rsidRPr="005579C7" w:rsidTr="0002385E">
        <w:trPr>
          <w:gridBefore w:val="1"/>
          <w:trHeight w:val="20"/>
        </w:trPr>
        <w:tc>
          <w:tcPr>
            <w:tcW w:w="834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895799" w:rsidRPr="005579C7" w:rsidRDefault="00895799" w:rsidP="00661016">
            <w:pPr>
              <w:pStyle w:val="NormalWeb"/>
              <w:ind w:right="-84"/>
            </w:pPr>
            <w:r w:rsidRPr="005579C7">
              <w:t>Приобретение плакатов по антитеррористической тематике и профилактике экстремизма для детских образовательных учреждений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895799" w:rsidRPr="005579C7" w:rsidTr="0002385E">
        <w:trPr>
          <w:gridBefore w:val="1"/>
          <w:trHeight w:val="20"/>
        </w:trPr>
        <w:tc>
          <w:tcPr>
            <w:tcW w:w="834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661016">
            <w:pPr>
              <w:pStyle w:val="NormalWeb"/>
              <w:ind w:left="-23" w:right="-84"/>
            </w:pPr>
            <w:r w:rsidRPr="005579C7">
              <w:t>Создание на базе библиотеки информационного центра по проблемам профилактики терроризма и экстремизма. Изготовление информационно-пропагандистских материалов профилактического характера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12,00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895799" w:rsidRPr="005579C7" w:rsidTr="0002385E">
        <w:trPr>
          <w:gridBefore w:val="1"/>
          <w:trHeight w:val="20"/>
        </w:trPr>
        <w:tc>
          <w:tcPr>
            <w:tcW w:w="834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895799" w:rsidRPr="005579C7" w:rsidRDefault="00895799" w:rsidP="00C325B3">
            <w:pPr>
              <w:pStyle w:val="NormalWeb"/>
              <w:ind w:left="-76" w:right="-84"/>
            </w:pPr>
            <w:r w:rsidRPr="005579C7">
              <w:t xml:space="preserve">Изготовление печатных памяток по тематике противодействия экстремизму и терроризму 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7,00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7,00</w:t>
            </w:r>
          </w:p>
        </w:tc>
      </w:tr>
      <w:tr w:rsidR="00895799" w:rsidRPr="005579C7" w:rsidTr="0002385E">
        <w:trPr>
          <w:gridBefore w:val="1"/>
          <w:trHeight w:val="20"/>
        </w:trPr>
        <w:tc>
          <w:tcPr>
            <w:tcW w:w="834" w:type="dxa"/>
            <w:shd w:val="clear" w:color="000000" w:fill="FFFFFF"/>
          </w:tcPr>
          <w:p w:rsidR="00895799" w:rsidRPr="005579C7" w:rsidRDefault="00895799" w:rsidP="00981F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2.11</w:t>
            </w: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4F2ECA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Услуги по дополнительному профессиональному образованию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05 2 0000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4F2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4F2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4F2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895799" w:rsidRPr="005579C7" w:rsidTr="0002385E">
        <w:trPr>
          <w:gridBefore w:val="1"/>
          <w:trHeight w:val="826"/>
        </w:trPr>
        <w:tc>
          <w:tcPr>
            <w:tcW w:w="834" w:type="dxa"/>
            <w:shd w:val="clear" w:color="000000" w:fill="FFFFFF"/>
          </w:tcPr>
          <w:p w:rsidR="00895799" w:rsidRPr="005579C7" w:rsidRDefault="00895799" w:rsidP="004F2E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4F2E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Ежемесячное денежное вознаграждение за классное руководство за счёт средств краевого бюджета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05 2 0000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4F2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4F2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4F2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95799" w:rsidRPr="005579C7" w:rsidTr="0002385E">
        <w:trPr>
          <w:gridBefore w:val="1"/>
          <w:trHeight w:val="1258"/>
        </w:trPr>
        <w:tc>
          <w:tcPr>
            <w:tcW w:w="834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D07E03">
            <w:pPr>
              <w:widowControl w:val="0"/>
              <w:spacing w:after="0"/>
              <w:jc w:val="both"/>
              <w:rPr>
                <w:rFonts w:ascii="Times New Roman" w:hAnsi="Times New Roman"/>
              </w:rPr>
            </w:pPr>
            <w:r w:rsidRPr="005579C7">
              <w:rPr>
                <w:rFonts w:ascii="Times New Roman" w:hAnsi="Times New Roman"/>
                <w:b/>
                <w:bCs/>
              </w:rPr>
              <w:t>Подпрограмма "</w:t>
            </w:r>
            <w:r w:rsidRPr="005579C7">
              <w:rPr>
                <w:rFonts w:ascii="Times New Roman" w:hAnsi="Times New Roman"/>
                <w:b/>
              </w:rPr>
              <w:t>Развитие системы дополнительного  образования, отдыха, оздоровления и занятости детей и подростков Дальнереченского городского округа</w:t>
            </w:r>
            <w:r w:rsidRPr="005579C7">
              <w:rPr>
                <w:rFonts w:ascii="Times New Roman" w:hAnsi="Times New Roman"/>
                <w:b/>
                <w:bCs/>
              </w:rPr>
              <w:t>"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05 3 0000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E81637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15147,72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E81637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16687,94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E81637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17470,91</w:t>
            </w:r>
          </w:p>
        </w:tc>
      </w:tr>
      <w:tr w:rsidR="00895799" w:rsidRPr="005579C7" w:rsidTr="0002385E">
        <w:trPr>
          <w:gridBefore w:val="1"/>
          <w:trHeight w:val="20"/>
        </w:trPr>
        <w:tc>
          <w:tcPr>
            <w:tcW w:w="834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3.1.</w:t>
            </w: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D07E03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5579C7">
              <w:rPr>
                <w:rFonts w:ascii="Times New Roman" w:hAnsi="Times New Roman"/>
                <w:b/>
                <w:bCs/>
              </w:rPr>
              <w:t>Развитие системы учреждений дополнительного образования, направленных на привлечение учащихся, к систематическим занятиям физической культурой и спортом.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05 3 2014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000 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A2031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13630,12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2B03D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 xml:space="preserve">14948,74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2B03D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 xml:space="preserve">15633,71  </w:t>
            </w:r>
          </w:p>
        </w:tc>
      </w:tr>
      <w:tr w:rsidR="00895799" w:rsidRPr="005579C7" w:rsidTr="0002385E">
        <w:trPr>
          <w:gridBefore w:val="1"/>
          <w:trHeight w:val="20"/>
        </w:trPr>
        <w:tc>
          <w:tcPr>
            <w:tcW w:w="834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3.1.1</w:t>
            </w: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D07E03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Субсидии из местного бюджета муниципальным образовательным учреждениям Дальнереченского городского округа на организацию предоставления дополнительного образования детей в сфере физкультуры и спорта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05 3 2014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13630,12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14948,74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15633,71  </w:t>
            </w:r>
          </w:p>
        </w:tc>
      </w:tr>
      <w:tr w:rsidR="00895799" w:rsidRPr="005579C7" w:rsidTr="0002385E">
        <w:trPr>
          <w:gridBefore w:val="1"/>
          <w:trHeight w:val="20"/>
        </w:trPr>
        <w:tc>
          <w:tcPr>
            <w:tcW w:w="834" w:type="dxa"/>
            <w:shd w:val="clear" w:color="000000" w:fill="FFFFFF"/>
          </w:tcPr>
          <w:p w:rsidR="00895799" w:rsidRPr="005579C7" w:rsidRDefault="00895799" w:rsidP="00E402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3.2.</w:t>
            </w: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E4029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Совершенствование инновационных форм и методов организации воспитательной работы, содержательного досуга, отдыха и занятости детей и подростков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05 3 0000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912,60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939,20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987,20</w:t>
            </w:r>
          </w:p>
        </w:tc>
      </w:tr>
      <w:tr w:rsidR="00895799" w:rsidRPr="005579C7" w:rsidTr="0002385E">
        <w:trPr>
          <w:gridBefore w:val="1"/>
          <w:trHeight w:val="20"/>
        </w:trPr>
        <w:tc>
          <w:tcPr>
            <w:tcW w:w="834" w:type="dxa"/>
            <w:shd w:val="clear" w:color="000000" w:fill="FFFFFF"/>
          </w:tcPr>
          <w:p w:rsidR="00895799" w:rsidRPr="005579C7" w:rsidRDefault="00895799" w:rsidP="00E402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3.2.1</w:t>
            </w:r>
          </w:p>
        </w:tc>
        <w:tc>
          <w:tcPr>
            <w:tcW w:w="4840" w:type="dxa"/>
            <w:shd w:val="clear" w:color="000000" w:fill="FFFFFF"/>
            <w:vAlign w:val="center"/>
          </w:tcPr>
          <w:p w:rsidR="00895799" w:rsidRPr="005579C7" w:rsidRDefault="00895799" w:rsidP="00E402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Субвенции на организацию и 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05 3 9308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95799" w:rsidRPr="005579C7" w:rsidTr="0002385E">
        <w:trPr>
          <w:gridBefore w:val="1"/>
          <w:trHeight w:val="20"/>
        </w:trPr>
        <w:tc>
          <w:tcPr>
            <w:tcW w:w="834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579C7">
              <w:rPr>
                <w:rFonts w:ascii="Times New Roman" w:hAnsi="Times New Roman"/>
                <w:i/>
                <w:sz w:val="24"/>
                <w:szCs w:val="24"/>
              </w:rPr>
              <w:t>3.2.2</w:t>
            </w: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i/>
                <w:sz w:val="24"/>
                <w:szCs w:val="24"/>
              </w:rPr>
              <w:t>Субсидии на организацию и обеспечение оздоровления, отдыха и занятости детей и подростков</w:t>
            </w:r>
          </w:p>
        </w:tc>
        <w:tc>
          <w:tcPr>
            <w:tcW w:w="770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5579C7">
              <w:rPr>
                <w:rFonts w:ascii="Times New Roman" w:hAnsi="Times New Roman"/>
                <w:i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5579C7">
              <w:rPr>
                <w:rFonts w:ascii="Times New Roman" w:hAnsi="Times New Roman"/>
                <w:i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5579C7">
              <w:rPr>
                <w:rFonts w:ascii="Times New Roman" w:hAnsi="Times New Roman"/>
                <w:i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5579C7">
              <w:rPr>
                <w:rFonts w:ascii="Times New Roman" w:hAnsi="Times New Roman"/>
                <w:i/>
                <w:sz w:val="24"/>
                <w:szCs w:val="24"/>
              </w:rPr>
              <w:t>05 3 2020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5579C7">
              <w:rPr>
                <w:rFonts w:ascii="Times New Roman" w:hAnsi="Times New Roman"/>
                <w:i/>
                <w:sz w:val="24"/>
                <w:szCs w:val="24"/>
              </w:rPr>
              <w:t>000</w:t>
            </w:r>
          </w:p>
        </w:tc>
        <w:tc>
          <w:tcPr>
            <w:tcW w:w="1436" w:type="dxa"/>
            <w:shd w:val="clear" w:color="000000" w:fill="FFFFFF"/>
          </w:tcPr>
          <w:p w:rsidR="00895799" w:rsidRPr="005579C7" w:rsidRDefault="00895799" w:rsidP="00FC71A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5579C7">
              <w:rPr>
                <w:rFonts w:ascii="Times New Roman" w:hAnsi="Times New Roman"/>
                <w:i/>
                <w:sz w:val="24"/>
                <w:szCs w:val="24"/>
              </w:rPr>
              <w:t xml:space="preserve">912,60  </w:t>
            </w:r>
          </w:p>
        </w:tc>
        <w:tc>
          <w:tcPr>
            <w:tcW w:w="1342" w:type="dxa"/>
            <w:shd w:val="clear" w:color="000000" w:fill="FFFFFF"/>
          </w:tcPr>
          <w:p w:rsidR="00895799" w:rsidRPr="005579C7" w:rsidRDefault="00895799" w:rsidP="00FC71A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5579C7">
              <w:rPr>
                <w:rFonts w:ascii="Times New Roman" w:hAnsi="Times New Roman"/>
                <w:i/>
                <w:sz w:val="24"/>
                <w:szCs w:val="24"/>
              </w:rPr>
              <w:t xml:space="preserve">939,20  </w:t>
            </w:r>
          </w:p>
        </w:tc>
        <w:tc>
          <w:tcPr>
            <w:tcW w:w="1549" w:type="dxa"/>
            <w:shd w:val="clear" w:color="000000" w:fill="FFFFFF"/>
          </w:tcPr>
          <w:p w:rsidR="00895799" w:rsidRPr="005579C7" w:rsidRDefault="00895799" w:rsidP="00FC71A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5579C7">
              <w:rPr>
                <w:rFonts w:ascii="Times New Roman" w:hAnsi="Times New Roman"/>
                <w:i/>
                <w:sz w:val="24"/>
                <w:szCs w:val="24"/>
              </w:rPr>
              <w:t xml:space="preserve">987,20  </w:t>
            </w:r>
          </w:p>
        </w:tc>
      </w:tr>
      <w:tr w:rsidR="00895799" w:rsidRPr="005579C7" w:rsidTr="0002385E">
        <w:trPr>
          <w:gridBefore w:val="1"/>
          <w:trHeight w:val="20"/>
        </w:trPr>
        <w:tc>
          <w:tcPr>
            <w:tcW w:w="834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Обеспечение питанием учащихся 1-7 классов в лагерях дневного пребывания, организованных на базе муниципальных общеобразовательных учреждений</w:t>
            </w:r>
          </w:p>
        </w:tc>
        <w:tc>
          <w:tcPr>
            <w:tcW w:w="770" w:type="dxa"/>
            <w:shd w:val="clear" w:color="000000" w:fill="FFFFFF"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1320" w:type="dxa"/>
            <w:shd w:val="clear" w:color="000000" w:fill="FFFFFF"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05 3 2020</w:t>
            </w:r>
          </w:p>
        </w:tc>
        <w:tc>
          <w:tcPr>
            <w:tcW w:w="654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436" w:type="dxa"/>
            <w:shd w:val="clear" w:color="000000" w:fill="FFFFFF"/>
          </w:tcPr>
          <w:p w:rsidR="00895799" w:rsidRPr="005579C7" w:rsidRDefault="00895799" w:rsidP="000B3D6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532,60  </w:t>
            </w:r>
          </w:p>
        </w:tc>
        <w:tc>
          <w:tcPr>
            <w:tcW w:w="1342" w:type="dxa"/>
            <w:shd w:val="clear" w:color="000000" w:fill="FFFFFF"/>
          </w:tcPr>
          <w:p w:rsidR="00895799" w:rsidRPr="005579C7" w:rsidRDefault="00895799" w:rsidP="000B3D6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559,20  </w:t>
            </w:r>
          </w:p>
        </w:tc>
        <w:tc>
          <w:tcPr>
            <w:tcW w:w="1549" w:type="dxa"/>
            <w:shd w:val="clear" w:color="000000" w:fill="FFFFFF"/>
          </w:tcPr>
          <w:p w:rsidR="00895799" w:rsidRPr="005579C7" w:rsidRDefault="00895799" w:rsidP="000B3D6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587,20  </w:t>
            </w:r>
          </w:p>
        </w:tc>
      </w:tr>
      <w:tr w:rsidR="00895799" w:rsidRPr="005579C7" w:rsidTr="0002385E">
        <w:trPr>
          <w:gridBefore w:val="1"/>
          <w:trHeight w:val="20"/>
        </w:trPr>
        <w:tc>
          <w:tcPr>
            <w:tcW w:w="834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Трудоустройство учащихся (рембригады)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05 3 2020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400,00  </w:t>
            </w:r>
          </w:p>
        </w:tc>
      </w:tr>
      <w:tr w:rsidR="00895799" w:rsidRPr="005579C7" w:rsidTr="0002385E">
        <w:trPr>
          <w:gridBefore w:val="1"/>
          <w:trHeight w:val="20"/>
        </w:trPr>
        <w:tc>
          <w:tcPr>
            <w:tcW w:w="834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3.3.</w:t>
            </w: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Мероприятия, направленные на допризывную подготовку учащейся молодежи Дальнереченского городского округа  к службе в Вооруженных Силах Российской Федерации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E8163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05 3 2021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436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5,00</w:t>
            </w:r>
          </w:p>
        </w:tc>
        <w:tc>
          <w:tcPr>
            <w:tcW w:w="1342" w:type="dxa"/>
            <w:shd w:val="clear" w:color="000000" w:fill="FFFFFF"/>
          </w:tcPr>
          <w:p w:rsidR="00895799" w:rsidRPr="005579C7" w:rsidRDefault="00895799" w:rsidP="00E8163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50,00</w:t>
            </w:r>
          </w:p>
        </w:tc>
        <w:tc>
          <w:tcPr>
            <w:tcW w:w="1549" w:type="dxa"/>
            <w:shd w:val="clear" w:color="000000" w:fill="FFFFFF"/>
          </w:tcPr>
          <w:p w:rsidR="00895799" w:rsidRPr="005579C7" w:rsidRDefault="00895799" w:rsidP="00E8163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50,00</w:t>
            </w:r>
          </w:p>
        </w:tc>
      </w:tr>
      <w:tr w:rsidR="00895799" w:rsidRPr="005579C7" w:rsidTr="0002385E">
        <w:trPr>
          <w:gridBefore w:val="1"/>
          <w:trHeight w:val="20"/>
        </w:trPr>
        <w:tc>
          <w:tcPr>
            <w:tcW w:w="834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3.3.1</w:t>
            </w: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i/>
                <w:iCs/>
                <w:sz w:val="24"/>
                <w:szCs w:val="24"/>
              </w:rPr>
              <w:t>Организация и проведение культурных, спортивных и физкультурно-оздоровительных мероприятий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5579C7">
              <w:rPr>
                <w:rFonts w:ascii="Times New Roman" w:hAnsi="Times New Roman"/>
                <w:i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5579C7">
              <w:rPr>
                <w:rFonts w:ascii="Times New Roman" w:hAnsi="Times New Roman"/>
                <w:i/>
                <w:sz w:val="24"/>
                <w:szCs w:val="24"/>
              </w:rPr>
              <w:t>000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5579C7">
              <w:rPr>
                <w:rFonts w:ascii="Times New Roman" w:hAnsi="Times New Roman"/>
                <w:i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5579C7">
              <w:rPr>
                <w:rFonts w:ascii="Times New Roman" w:hAnsi="Times New Roman"/>
                <w:i/>
                <w:sz w:val="24"/>
                <w:szCs w:val="24"/>
              </w:rPr>
              <w:t>05 3 2021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5579C7">
              <w:rPr>
                <w:rFonts w:ascii="Times New Roman" w:hAnsi="Times New Roman"/>
                <w:i/>
                <w:sz w:val="24"/>
                <w:szCs w:val="24"/>
              </w:rPr>
              <w:t>000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5579C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5579C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5579C7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895799" w:rsidRPr="005579C7" w:rsidTr="0002385E">
        <w:trPr>
          <w:gridBefore w:val="1"/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Цикл мероприятий в образовательных учреждениях Дальнереченского городского округа, посвященных Дню Победы в Великой Отечественной войне 1941-1945 гг. </w:t>
            </w:r>
          </w:p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(встречи с ветеранами   войны и тружениками тыла,  тематические вечера, концертные программы, мероприятия для школьников)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05 3 2021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95799" w:rsidRPr="005579C7" w:rsidTr="0002385E">
        <w:trPr>
          <w:gridBefore w:val="1"/>
          <w:trHeight w:val="662"/>
        </w:trPr>
        <w:tc>
          <w:tcPr>
            <w:tcW w:w="834" w:type="dxa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740B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Цикл мероприятий   «Мужество и героизм советских воинов при обороне и разгроме немецких войск под Москвой, Сталинградом, Курско-Орловском сражении, прорыве блокады Ленинграда, штурме Берлина»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05 3 2021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</w:tcPr>
          <w:p w:rsidR="00895799" w:rsidRPr="005579C7" w:rsidRDefault="0089579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</w:tcPr>
          <w:p w:rsidR="00895799" w:rsidRPr="005579C7" w:rsidRDefault="00895799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95799" w:rsidRPr="005579C7" w:rsidTr="0002385E">
        <w:trPr>
          <w:gridBefore w:val="1"/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Месячник    спортивно-массовой  и   патриотической  работы в образовательных  учреждениях  Дальнереченского городского округа, посвященный  Дню защитника Отечества</w:t>
            </w:r>
          </w:p>
        </w:tc>
        <w:tc>
          <w:tcPr>
            <w:tcW w:w="770" w:type="dxa"/>
            <w:shd w:val="clear" w:color="000000" w:fill="FFFFFF"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05 3 2021</w:t>
            </w:r>
          </w:p>
        </w:tc>
        <w:tc>
          <w:tcPr>
            <w:tcW w:w="654" w:type="dxa"/>
            <w:shd w:val="clear" w:color="000000" w:fill="FFFFFF"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36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95799" w:rsidRPr="005579C7" w:rsidTr="0002385E">
        <w:trPr>
          <w:gridBefore w:val="1"/>
          <w:trHeight w:val="20"/>
        </w:trPr>
        <w:tc>
          <w:tcPr>
            <w:tcW w:w="834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D07E03">
            <w:pPr>
              <w:spacing w:after="0" w:line="240" w:lineRule="auto"/>
              <w:rPr>
                <w:rFonts w:ascii="Times New Roman" w:hAnsi="Times New Roman"/>
              </w:rPr>
            </w:pPr>
            <w:r w:rsidRPr="005579C7">
              <w:rPr>
                <w:rFonts w:ascii="Times New Roman" w:hAnsi="Times New Roman"/>
              </w:rPr>
              <w:t xml:space="preserve">Цикл мероприятий, посвященных памяти выдающихся земляков, памятным датам и событиям в истории родного города, края, России, развитию краеведческой деятельности 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05 3 2021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36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95799" w:rsidRPr="005579C7" w:rsidTr="0002385E">
        <w:trPr>
          <w:gridBefore w:val="1"/>
          <w:trHeight w:val="20"/>
        </w:trPr>
        <w:tc>
          <w:tcPr>
            <w:tcW w:w="834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3.3.2</w:t>
            </w: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Проведение конкурсов, учебных сборов, семинаров, круглых столов, научно-практических конференций 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5579C7">
              <w:rPr>
                <w:rFonts w:ascii="Times New Roman" w:hAnsi="Times New Roman"/>
                <w:i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E8163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5579C7">
              <w:rPr>
                <w:rFonts w:ascii="Times New Roman" w:hAnsi="Times New Roman"/>
                <w:i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E8163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5579C7">
              <w:rPr>
                <w:rFonts w:ascii="Times New Roman" w:hAnsi="Times New Roman"/>
                <w:i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5579C7">
              <w:rPr>
                <w:rFonts w:ascii="Times New Roman" w:hAnsi="Times New Roman"/>
                <w:i/>
                <w:sz w:val="24"/>
                <w:szCs w:val="24"/>
              </w:rPr>
              <w:t>05 3 2021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5579C7">
              <w:rPr>
                <w:rFonts w:ascii="Times New Roman" w:hAnsi="Times New Roman"/>
                <w:i/>
                <w:sz w:val="24"/>
                <w:szCs w:val="24"/>
              </w:rPr>
              <w:t>100</w:t>
            </w:r>
          </w:p>
        </w:tc>
        <w:tc>
          <w:tcPr>
            <w:tcW w:w="1436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5579C7">
              <w:rPr>
                <w:rFonts w:ascii="Times New Roman" w:hAnsi="Times New Roman"/>
                <w:i/>
                <w:sz w:val="24"/>
                <w:szCs w:val="24"/>
              </w:rPr>
              <w:t>5,00</w:t>
            </w:r>
          </w:p>
        </w:tc>
        <w:tc>
          <w:tcPr>
            <w:tcW w:w="1342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5579C7">
              <w:rPr>
                <w:rFonts w:ascii="Times New Roman" w:hAnsi="Times New Roman"/>
                <w:i/>
                <w:sz w:val="24"/>
                <w:szCs w:val="24"/>
              </w:rPr>
              <w:t>50,00</w:t>
            </w:r>
          </w:p>
        </w:tc>
        <w:tc>
          <w:tcPr>
            <w:tcW w:w="1549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5579C7">
              <w:rPr>
                <w:rFonts w:ascii="Times New Roman" w:hAnsi="Times New Roman"/>
                <w:i/>
                <w:sz w:val="24"/>
                <w:szCs w:val="24"/>
              </w:rPr>
              <w:t>50,00</w:t>
            </w:r>
          </w:p>
        </w:tc>
      </w:tr>
      <w:tr w:rsidR="00895799" w:rsidRPr="005579C7" w:rsidTr="0002385E">
        <w:trPr>
          <w:gridBefore w:val="1"/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D07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Конкурс методических разработок на лучшую организацию работы классных руководителей и учителей-предметников по патриотическому воспитанию учащихся «Наши дети – будущее России», «Ветераны живут рядом», «Я – Гражданин России»</w:t>
            </w:r>
          </w:p>
        </w:tc>
        <w:tc>
          <w:tcPr>
            <w:tcW w:w="770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19,00  </w:t>
            </w:r>
          </w:p>
        </w:tc>
        <w:tc>
          <w:tcPr>
            <w:tcW w:w="1549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19,00  </w:t>
            </w:r>
          </w:p>
        </w:tc>
      </w:tr>
      <w:tr w:rsidR="00895799" w:rsidRPr="005579C7" w:rsidTr="0002385E">
        <w:trPr>
          <w:gridBefore w:val="1"/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Конкурс среди учащихся на лучший реферат, сочинение, рассказ, стихотворение по патриотическим тематикам конкурс рисунков на темы: «Сердцу милая родина», «Мой дом и двор», «Моя семья» </w:t>
            </w:r>
          </w:p>
        </w:tc>
        <w:tc>
          <w:tcPr>
            <w:tcW w:w="770" w:type="dxa"/>
            <w:shd w:val="clear" w:color="000000" w:fill="FFFFFF"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  <w:tc>
          <w:tcPr>
            <w:tcW w:w="1549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</w:tr>
      <w:tr w:rsidR="00895799" w:rsidRPr="005579C7" w:rsidTr="0002385E">
        <w:trPr>
          <w:gridBefore w:val="1"/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D07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Встречи Дальнереченского казачества с учащимися образовательных учреждений Дальнереченского городского округа  </w:t>
            </w:r>
          </w:p>
        </w:tc>
        <w:tc>
          <w:tcPr>
            <w:tcW w:w="770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95799" w:rsidRPr="005579C7" w:rsidTr="0002385E">
        <w:trPr>
          <w:gridBefore w:val="1"/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Проведение учебно-полевых сборов</w:t>
            </w:r>
          </w:p>
        </w:tc>
        <w:tc>
          <w:tcPr>
            <w:tcW w:w="770" w:type="dxa"/>
            <w:shd w:val="clear" w:color="000000" w:fill="FFFFFF"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</w:tcPr>
          <w:p w:rsidR="00895799" w:rsidRPr="005579C7" w:rsidRDefault="00895799" w:rsidP="00A94FF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  <w:tc>
          <w:tcPr>
            <w:tcW w:w="1549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</w:tr>
      <w:tr w:rsidR="00895799" w:rsidRPr="005579C7" w:rsidTr="0002385E">
        <w:trPr>
          <w:gridBefore w:val="1"/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Городская игра  «Зарница»</w:t>
            </w:r>
          </w:p>
        </w:tc>
        <w:tc>
          <w:tcPr>
            <w:tcW w:w="770" w:type="dxa"/>
            <w:shd w:val="clear" w:color="000000" w:fill="FFFFFF"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342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549" w:type="dxa"/>
            <w:shd w:val="clear" w:color="000000" w:fill="FFFFFF"/>
          </w:tcPr>
          <w:p w:rsidR="00895799" w:rsidRPr="005579C7" w:rsidRDefault="00895799" w:rsidP="00AF505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</w:tr>
      <w:tr w:rsidR="00895799" w:rsidRPr="005579C7" w:rsidTr="0002385E">
        <w:trPr>
          <w:gridBefore w:val="1"/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790D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Проведение городских соревнований учащихся образовательных учреждений «Школа безопасности»</w:t>
            </w:r>
          </w:p>
        </w:tc>
        <w:tc>
          <w:tcPr>
            <w:tcW w:w="770" w:type="dxa"/>
            <w:shd w:val="clear" w:color="000000" w:fill="FFFFFF"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</w:tcPr>
          <w:p w:rsidR="00895799" w:rsidRPr="005579C7" w:rsidRDefault="0089579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</w:tcPr>
          <w:p w:rsidR="00895799" w:rsidRPr="005579C7" w:rsidRDefault="0089579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  <w:tc>
          <w:tcPr>
            <w:tcW w:w="1549" w:type="dxa"/>
            <w:shd w:val="clear" w:color="000000" w:fill="FFFFFF"/>
          </w:tcPr>
          <w:p w:rsidR="00895799" w:rsidRPr="005579C7" w:rsidRDefault="0089579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</w:tr>
      <w:tr w:rsidR="00895799" w:rsidRPr="005579C7" w:rsidTr="0002385E">
        <w:trPr>
          <w:gridBefore w:val="1"/>
          <w:trHeight w:val="485"/>
        </w:trPr>
        <w:tc>
          <w:tcPr>
            <w:tcW w:w="834" w:type="dxa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D07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Городские соревнования «Безопасное колесо»</w:t>
            </w:r>
          </w:p>
        </w:tc>
        <w:tc>
          <w:tcPr>
            <w:tcW w:w="770" w:type="dxa"/>
            <w:shd w:val="clear" w:color="000000" w:fill="FFFFFF"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  <w:tc>
          <w:tcPr>
            <w:tcW w:w="1549" w:type="dxa"/>
            <w:shd w:val="clear" w:color="000000" w:fill="FFFFFF"/>
          </w:tcPr>
          <w:p w:rsidR="00895799" w:rsidRPr="005579C7" w:rsidRDefault="00895799" w:rsidP="007E64B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</w:tr>
      <w:tr w:rsidR="00895799" w:rsidRPr="005579C7" w:rsidTr="0002385E">
        <w:trPr>
          <w:gridBefore w:val="1"/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3.4.</w:t>
            </w: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C325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Мероприятия по работе с молодежью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0707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05 3 2022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1436" w:type="dxa"/>
            <w:shd w:val="clear" w:color="000000" w:fill="FFFFFF"/>
          </w:tcPr>
          <w:p w:rsidR="00895799" w:rsidRPr="005579C7" w:rsidRDefault="00895799" w:rsidP="00080F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600,00</w:t>
            </w:r>
          </w:p>
        </w:tc>
        <w:tc>
          <w:tcPr>
            <w:tcW w:w="1342" w:type="dxa"/>
            <w:shd w:val="clear" w:color="000000" w:fill="FFFFFF"/>
          </w:tcPr>
          <w:p w:rsidR="00895799" w:rsidRPr="005579C7" w:rsidRDefault="00895799" w:rsidP="00080F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750,00</w:t>
            </w:r>
          </w:p>
        </w:tc>
        <w:tc>
          <w:tcPr>
            <w:tcW w:w="1549" w:type="dxa"/>
            <w:shd w:val="clear" w:color="000000" w:fill="FFFFFF"/>
          </w:tcPr>
          <w:p w:rsidR="00895799" w:rsidRPr="005579C7" w:rsidRDefault="00895799" w:rsidP="00080F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800,00</w:t>
            </w:r>
          </w:p>
        </w:tc>
      </w:tr>
      <w:tr w:rsidR="00895799" w:rsidRPr="005579C7" w:rsidTr="0002385E">
        <w:trPr>
          <w:gridBefore w:val="1"/>
          <w:trHeight w:val="690"/>
        </w:trPr>
        <w:tc>
          <w:tcPr>
            <w:tcW w:w="834" w:type="dxa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B1571B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Поддержка молодежных общественных объединений (Реализация социальных проектов, грантовые конкурсы,  акции) 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42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90,00</w:t>
            </w:r>
          </w:p>
        </w:tc>
        <w:tc>
          <w:tcPr>
            <w:tcW w:w="1549" w:type="dxa"/>
            <w:shd w:val="clear" w:color="000000" w:fill="FFFFFF"/>
          </w:tcPr>
          <w:p w:rsidR="00895799" w:rsidRPr="005579C7" w:rsidRDefault="00895799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895799" w:rsidRPr="005579C7" w:rsidTr="0002385E">
        <w:trPr>
          <w:gridBefore w:val="1"/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579C7">
              <w:rPr>
                <w:rFonts w:ascii="Times New Roman" w:hAnsi="Times New Roman"/>
                <w:sz w:val="24"/>
                <w:szCs w:val="24"/>
              </w:rPr>
              <w:t xml:space="preserve">рганизация городских акций,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конкурсов, презентаций, </w:t>
            </w:r>
            <w:r w:rsidRPr="005579C7">
              <w:rPr>
                <w:rFonts w:ascii="Times New Roman" w:hAnsi="Times New Roman"/>
                <w:sz w:val="24"/>
                <w:szCs w:val="24"/>
              </w:rPr>
              <w:t>форумов, тематических площадок, изготовление атрибутики для организации городских мероприятий</w:t>
            </w:r>
            <w:r>
              <w:rPr>
                <w:rFonts w:ascii="Times New Roman" w:hAnsi="Times New Roman"/>
                <w:sz w:val="24"/>
                <w:szCs w:val="24"/>
              </w:rPr>
              <w:t>, п</w:t>
            </w:r>
            <w:r w:rsidRPr="005579C7">
              <w:rPr>
                <w:rFonts w:ascii="Times New Roman" w:hAnsi="Times New Roman"/>
                <w:sz w:val="24"/>
                <w:szCs w:val="24"/>
              </w:rPr>
              <w:t>оддержка волонтерства и добровольчества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120,00</w:t>
            </w:r>
          </w:p>
        </w:tc>
        <w:tc>
          <w:tcPr>
            <w:tcW w:w="1342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  <w:tc>
          <w:tcPr>
            <w:tcW w:w="1549" w:type="dxa"/>
            <w:shd w:val="clear" w:color="000000" w:fill="FFFFFF"/>
          </w:tcPr>
          <w:p w:rsidR="00895799" w:rsidRPr="005579C7" w:rsidRDefault="00895799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90,00</w:t>
            </w:r>
          </w:p>
        </w:tc>
      </w:tr>
      <w:tr w:rsidR="00895799" w:rsidRPr="005579C7" w:rsidTr="0002385E">
        <w:trPr>
          <w:gridBefore w:val="1"/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Мероприятия по интеграции в жизнь общества молодежи, оказавшейся в трудной жизненной ситуации (городские акции, молодежные мероприятия и социальные проекты)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342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1549" w:type="dxa"/>
            <w:shd w:val="clear" w:color="000000" w:fill="FFFFFF"/>
          </w:tcPr>
          <w:p w:rsidR="00895799" w:rsidRPr="005579C7" w:rsidRDefault="00895799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895799" w:rsidRPr="005579C7" w:rsidTr="0002385E">
        <w:trPr>
          <w:gridBefore w:val="1"/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Содействие трудовой занятости  и деловой активности молодежи (трудоустройство подростков, оказание помощи в отправке студенческих отрядов)   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42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549" w:type="dxa"/>
            <w:shd w:val="clear" w:color="000000" w:fill="FFFFFF"/>
          </w:tcPr>
          <w:p w:rsidR="00895799" w:rsidRPr="005579C7" w:rsidRDefault="00895799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70,00</w:t>
            </w:r>
          </w:p>
        </w:tc>
      </w:tr>
      <w:tr w:rsidR="00895799" w:rsidRPr="005579C7" w:rsidTr="0002385E">
        <w:trPr>
          <w:gridBefore w:val="1"/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Пропаганда семейных ценностей среди молодежи (конкурсы, викторины, фотовыставки…)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42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549" w:type="dxa"/>
            <w:shd w:val="clear" w:color="000000" w:fill="FFFFFF"/>
          </w:tcPr>
          <w:p w:rsidR="00895799" w:rsidRPr="005579C7" w:rsidRDefault="00895799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895799" w:rsidRPr="005579C7" w:rsidTr="0002385E">
        <w:trPr>
          <w:gridBefore w:val="1"/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D07E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579C7">
              <w:rPr>
                <w:rFonts w:ascii="Times New Roman" w:hAnsi="Times New Roman"/>
              </w:rPr>
              <w:t>Мероприятия  патриотической направленности  (фестивали, конкурсы, круглые столы, акции, смотр музеев, комнат и уголков боевой и трудовой Славы, благотворительные марафоны, вручение паспортов)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</w:tcPr>
          <w:p w:rsidR="00895799" w:rsidRPr="005579C7" w:rsidRDefault="0089579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42" w:type="dxa"/>
            <w:shd w:val="clear" w:color="000000" w:fill="FFFFFF"/>
          </w:tcPr>
          <w:p w:rsidR="00895799" w:rsidRPr="005579C7" w:rsidRDefault="0089579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549" w:type="dxa"/>
            <w:shd w:val="clear" w:color="000000" w:fill="FFFFFF"/>
          </w:tcPr>
          <w:p w:rsidR="00895799" w:rsidRPr="005579C7" w:rsidRDefault="0089579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</w:tr>
      <w:tr w:rsidR="00895799" w:rsidRPr="005579C7" w:rsidTr="0002385E">
        <w:trPr>
          <w:gridBefore w:val="1"/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790D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Мероприятия по работе с допризывной  молодежью (День призывника). Мероприятия патриотической направленности (вручение паспортов, акции ко дню Флага)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</w:tcPr>
          <w:p w:rsidR="00895799" w:rsidRPr="005579C7" w:rsidRDefault="0089579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342" w:type="dxa"/>
            <w:shd w:val="clear" w:color="000000" w:fill="FFFFFF"/>
          </w:tcPr>
          <w:p w:rsidR="00895799" w:rsidRPr="005579C7" w:rsidRDefault="0089579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549" w:type="dxa"/>
            <w:shd w:val="clear" w:color="000000" w:fill="FFFFFF"/>
          </w:tcPr>
          <w:p w:rsidR="00895799" w:rsidRPr="005579C7" w:rsidRDefault="0089579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895799" w:rsidRPr="005579C7" w:rsidTr="0002385E">
        <w:trPr>
          <w:gridBefore w:val="1"/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Поддержка творческой,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79C7">
              <w:rPr>
                <w:rFonts w:ascii="Times New Roman" w:hAnsi="Times New Roman"/>
                <w:sz w:val="24"/>
                <w:szCs w:val="24"/>
              </w:rPr>
              <w:t>талантливой молодежи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(уч</w:t>
            </w:r>
            <w:r w:rsidRPr="005579C7">
              <w:rPr>
                <w:rFonts w:ascii="Times New Roman" w:hAnsi="Times New Roman"/>
                <w:sz w:val="24"/>
                <w:szCs w:val="24"/>
              </w:rPr>
              <w:t>астие молодежи в краевых,  всероссийских и международных конкурсах, фестивалях, форумах</w:t>
            </w:r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  <w:r w:rsidRPr="005579C7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342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375</w:t>
            </w:r>
            <w:r w:rsidRPr="005579C7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49" w:type="dxa"/>
            <w:shd w:val="clear" w:color="000000" w:fill="FFFFFF"/>
          </w:tcPr>
          <w:p w:rsidR="00895799" w:rsidRPr="005579C7" w:rsidRDefault="00895799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385</w:t>
            </w:r>
            <w:r w:rsidRPr="005579C7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895799" w:rsidRPr="005579C7" w:rsidTr="0002385E">
        <w:trPr>
          <w:gridBefore w:val="1"/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Мероприятия для молодежи, посвященные Дню города (акции, игровые программы, праздничная дискотека)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342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</w:tcPr>
          <w:p w:rsidR="00895799" w:rsidRPr="005579C7" w:rsidRDefault="00895799" w:rsidP="00080F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95799" w:rsidRPr="005579C7" w:rsidTr="0002385E">
        <w:trPr>
          <w:gridBefore w:val="1"/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 xml:space="preserve"> Мероприятия посвященные Дню молодежи (конкурсы, игровые программы, акции, тематические площадки, праздничная дискотека)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342" w:type="dxa"/>
            <w:shd w:val="clear" w:color="000000" w:fill="FFFFFF"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</w:tcPr>
          <w:p w:rsidR="00895799" w:rsidRPr="005579C7" w:rsidRDefault="00895799" w:rsidP="00080F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95799" w:rsidRPr="005579C7" w:rsidTr="0002385E">
        <w:trPr>
          <w:gridBefore w:val="1"/>
          <w:trHeight w:val="416"/>
        </w:trPr>
        <w:tc>
          <w:tcPr>
            <w:tcW w:w="834" w:type="dxa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3D653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Отдельные  мероприятия 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0709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05 9 2024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14973,64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16464,64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/>
                <w:sz w:val="24"/>
                <w:szCs w:val="24"/>
              </w:rPr>
              <w:t>16494,84</w:t>
            </w:r>
          </w:p>
        </w:tc>
      </w:tr>
      <w:tr w:rsidR="00895799" w:rsidRPr="005579C7" w:rsidTr="0002385E">
        <w:trPr>
          <w:gridBefore w:val="1"/>
          <w:trHeight w:val="549"/>
        </w:trPr>
        <w:tc>
          <w:tcPr>
            <w:tcW w:w="834" w:type="dxa"/>
            <w:shd w:val="clear" w:color="000000" w:fill="FFFFFF"/>
            <w:vAlign w:val="center"/>
          </w:tcPr>
          <w:p w:rsidR="00895799" w:rsidRPr="005579C7" w:rsidRDefault="00895799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4.1.</w:t>
            </w:r>
          </w:p>
        </w:tc>
        <w:tc>
          <w:tcPr>
            <w:tcW w:w="4840" w:type="dxa"/>
            <w:shd w:val="clear" w:color="000000" w:fill="FFFFFF"/>
          </w:tcPr>
          <w:p w:rsidR="00895799" w:rsidRPr="005579C7" w:rsidRDefault="00895799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Обеспечение деятельности (оказание услуг, выполнение работ) централизованной бухгалтерией, руководство и управление в сфере образования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0709</w:t>
            </w:r>
          </w:p>
        </w:tc>
        <w:tc>
          <w:tcPr>
            <w:tcW w:w="1320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05 9 2024</w:t>
            </w:r>
          </w:p>
        </w:tc>
        <w:tc>
          <w:tcPr>
            <w:tcW w:w="654" w:type="dxa"/>
            <w:shd w:val="clear" w:color="000000" w:fill="FFFFFF"/>
            <w:noWrap/>
          </w:tcPr>
          <w:p w:rsidR="00895799" w:rsidRPr="005579C7" w:rsidRDefault="00895799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9C7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36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14973,64</w:t>
            </w:r>
          </w:p>
        </w:tc>
        <w:tc>
          <w:tcPr>
            <w:tcW w:w="1342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16464,64</w:t>
            </w:r>
          </w:p>
        </w:tc>
        <w:tc>
          <w:tcPr>
            <w:tcW w:w="1549" w:type="dxa"/>
            <w:shd w:val="clear" w:color="000000" w:fill="FFFFFF"/>
            <w:noWrap/>
          </w:tcPr>
          <w:p w:rsidR="00895799" w:rsidRPr="005579C7" w:rsidRDefault="00895799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579C7">
              <w:rPr>
                <w:rFonts w:ascii="Times New Roman" w:hAnsi="Times New Roman"/>
                <w:sz w:val="24"/>
                <w:szCs w:val="24"/>
              </w:rPr>
              <w:t>16494,84</w:t>
            </w:r>
          </w:p>
        </w:tc>
      </w:tr>
    </w:tbl>
    <w:p w:rsidR="00895799" w:rsidRPr="005579C7" w:rsidRDefault="00895799" w:rsidP="006621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5799" w:rsidRPr="003F224E" w:rsidRDefault="00895799" w:rsidP="006621E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579C7">
        <w:rPr>
          <w:rFonts w:ascii="Times New Roman" w:hAnsi="Times New Roman"/>
          <w:sz w:val="24"/>
          <w:szCs w:val="24"/>
        </w:rPr>
        <w:t>* Средства уточняются ежегодно при формировании проекта местного бюджета на соответствующий финансовый год и плановый период</w:t>
      </w:r>
    </w:p>
    <w:sectPr w:rsidR="00895799" w:rsidRPr="003F224E" w:rsidSect="001E4E73">
      <w:headerReference w:type="default" r:id="rId6"/>
      <w:pgSz w:w="16838" w:h="11906" w:orient="landscape"/>
      <w:pgMar w:top="1134" w:right="567" w:bottom="510" w:left="87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5799" w:rsidRDefault="00895799" w:rsidP="001C325E">
      <w:pPr>
        <w:spacing w:after="0" w:line="240" w:lineRule="auto"/>
      </w:pPr>
      <w:r>
        <w:separator/>
      </w:r>
    </w:p>
  </w:endnote>
  <w:endnote w:type="continuationSeparator" w:id="0">
    <w:p w:rsidR="00895799" w:rsidRDefault="00895799" w:rsidP="001C3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5799" w:rsidRDefault="00895799" w:rsidP="001C325E">
      <w:pPr>
        <w:spacing w:after="0" w:line="240" w:lineRule="auto"/>
      </w:pPr>
      <w:r>
        <w:separator/>
      </w:r>
    </w:p>
  </w:footnote>
  <w:footnote w:type="continuationSeparator" w:id="0">
    <w:p w:rsidR="00895799" w:rsidRDefault="00895799" w:rsidP="001C3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799" w:rsidRPr="001C325E" w:rsidRDefault="00895799">
    <w:pPr>
      <w:pStyle w:val="Header"/>
      <w:jc w:val="center"/>
      <w:rPr>
        <w:rFonts w:ascii="Times New Roman" w:hAnsi="Times New Roman"/>
      </w:rPr>
    </w:pPr>
    <w:r w:rsidRPr="001C325E">
      <w:rPr>
        <w:rFonts w:ascii="Times New Roman" w:hAnsi="Times New Roman"/>
      </w:rPr>
      <w:fldChar w:fldCharType="begin"/>
    </w:r>
    <w:r w:rsidRPr="001C325E">
      <w:rPr>
        <w:rFonts w:ascii="Times New Roman" w:hAnsi="Times New Roman"/>
      </w:rPr>
      <w:instrText xml:space="preserve"> PAGE   \* MERGEFORMAT </w:instrText>
    </w:r>
    <w:r w:rsidRPr="001C325E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20</w:t>
    </w:r>
    <w:r w:rsidRPr="001C325E">
      <w:rPr>
        <w:rFonts w:ascii="Times New Roman" w:hAnsi="Times New Roman"/>
      </w:rPr>
      <w:fldChar w:fldCharType="end"/>
    </w:r>
  </w:p>
  <w:p w:rsidR="00895799" w:rsidRDefault="0089579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2E91"/>
    <w:rsid w:val="00000C9D"/>
    <w:rsid w:val="00000CD2"/>
    <w:rsid w:val="00000F19"/>
    <w:rsid w:val="00022E91"/>
    <w:rsid w:val="0002385E"/>
    <w:rsid w:val="000344A6"/>
    <w:rsid w:val="00035386"/>
    <w:rsid w:val="000416D6"/>
    <w:rsid w:val="000470E0"/>
    <w:rsid w:val="000610AB"/>
    <w:rsid w:val="0006213F"/>
    <w:rsid w:val="0006605A"/>
    <w:rsid w:val="00080F13"/>
    <w:rsid w:val="00084513"/>
    <w:rsid w:val="00085CCC"/>
    <w:rsid w:val="000907DA"/>
    <w:rsid w:val="00097635"/>
    <w:rsid w:val="000A04A7"/>
    <w:rsid w:val="000A2D7C"/>
    <w:rsid w:val="000A393C"/>
    <w:rsid w:val="000A44EF"/>
    <w:rsid w:val="000B21E0"/>
    <w:rsid w:val="000B243C"/>
    <w:rsid w:val="000B3D60"/>
    <w:rsid w:val="000B3F08"/>
    <w:rsid w:val="000B53D9"/>
    <w:rsid w:val="000C0008"/>
    <w:rsid w:val="000C363C"/>
    <w:rsid w:val="000C3D6C"/>
    <w:rsid w:val="000C649A"/>
    <w:rsid w:val="000D37E3"/>
    <w:rsid w:val="000D7113"/>
    <w:rsid w:val="000E0BD8"/>
    <w:rsid w:val="000E0E8D"/>
    <w:rsid w:val="000E6CBD"/>
    <w:rsid w:val="000F1F0E"/>
    <w:rsid w:val="000F2CD5"/>
    <w:rsid w:val="000F527D"/>
    <w:rsid w:val="000F76BE"/>
    <w:rsid w:val="000F7A25"/>
    <w:rsid w:val="001008C1"/>
    <w:rsid w:val="0010142D"/>
    <w:rsid w:val="001020C9"/>
    <w:rsid w:val="001028FF"/>
    <w:rsid w:val="00102BEC"/>
    <w:rsid w:val="00107DB4"/>
    <w:rsid w:val="00121DD2"/>
    <w:rsid w:val="00130A31"/>
    <w:rsid w:val="00132928"/>
    <w:rsid w:val="00140499"/>
    <w:rsid w:val="0014066A"/>
    <w:rsid w:val="001457D1"/>
    <w:rsid w:val="00145825"/>
    <w:rsid w:val="0015048C"/>
    <w:rsid w:val="0015737A"/>
    <w:rsid w:val="00157998"/>
    <w:rsid w:val="00165A0C"/>
    <w:rsid w:val="00167D04"/>
    <w:rsid w:val="00171A06"/>
    <w:rsid w:val="00172E36"/>
    <w:rsid w:val="001754CC"/>
    <w:rsid w:val="0017678A"/>
    <w:rsid w:val="001908BD"/>
    <w:rsid w:val="00191FA2"/>
    <w:rsid w:val="0019563F"/>
    <w:rsid w:val="001A16B2"/>
    <w:rsid w:val="001A3906"/>
    <w:rsid w:val="001A778A"/>
    <w:rsid w:val="001B233D"/>
    <w:rsid w:val="001B2CB2"/>
    <w:rsid w:val="001B2E5A"/>
    <w:rsid w:val="001B4638"/>
    <w:rsid w:val="001C0A09"/>
    <w:rsid w:val="001C150B"/>
    <w:rsid w:val="001C325E"/>
    <w:rsid w:val="001D1529"/>
    <w:rsid w:val="001D7728"/>
    <w:rsid w:val="001E1152"/>
    <w:rsid w:val="001E4E73"/>
    <w:rsid w:val="001E5FD4"/>
    <w:rsid w:val="001F3604"/>
    <w:rsid w:val="001F46F0"/>
    <w:rsid w:val="001F47CC"/>
    <w:rsid w:val="0020256C"/>
    <w:rsid w:val="002062D7"/>
    <w:rsid w:val="00207558"/>
    <w:rsid w:val="00215749"/>
    <w:rsid w:val="002204E6"/>
    <w:rsid w:val="002226FD"/>
    <w:rsid w:val="00223722"/>
    <w:rsid w:val="002243AC"/>
    <w:rsid w:val="002265E0"/>
    <w:rsid w:val="00230207"/>
    <w:rsid w:val="002328A6"/>
    <w:rsid w:val="002353C4"/>
    <w:rsid w:val="0024148A"/>
    <w:rsid w:val="00241E4D"/>
    <w:rsid w:val="00252142"/>
    <w:rsid w:val="00254A66"/>
    <w:rsid w:val="00260C35"/>
    <w:rsid w:val="002647EF"/>
    <w:rsid w:val="00272D4C"/>
    <w:rsid w:val="00277E91"/>
    <w:rsid w:val="00277ECF"/>
    <w:rsid w:val="002813D5"/>
    <w:rsid w:val="00282181"/>
    <w:rsid w:val="002922B6"/>
    <w:rsid w:val="00293BBC"/>
    <w:rsid w:val="00295823"/>
    <w:rsid w:val="00296331"/>
    <w:rsid w:val="00296CAB"/>
    <w:rsid w:val="0029744A"/>
    <w:rsid w:val="002A29C3"/>
    <w:rsid w:val="002A2CAE"/>
    <w:rsid w:val="002A4491"/>
    <w:rsid w:val="002B03D1"/>
    <w:rsid w:val="002B64EA"/>
    <w:rsid w:val="002C04A1"/>
    <w:rsid w:val="002D3839"/>
    <w:rsid w:val="002D6BD5"/>
    <w:rsid w:val="002E2AFC"/>
    <w:rsid w:val="002E4050"/>
    <w:rsid w:val="002F5A3D"/>
    <w:rsid w:val="002F6339"/>
    <w:rsid w:val="003015B1"/>
    <w:rsid w:val="00302BDB"/>
    <w:rsid w:val="00305AD0"/>
    <w:rsid w:val="003068C2"/>
    <w:rsid w:val="00312BD1"/>
    <w:rsid w:val="0031327A"/>
    <w:rsid w:val="00320C9B"/>
    <w:rsid w:val="00321BFF"/>
    <w:rsid w:val="00322A8E"/>
    <w:rsid w:val="00322D32"/>
    <w:rsid w:val="00325A8B"/>
    <w:rsid w:val="00326DE0"/>
    <w:rsid w:val="00331551"/>
    <w:rsid w:val="003364D9"/>
    <w:rsid w:val="003424B4"/>
    <w:rsid w:val="0034557D"/>
    <w:rsid w:val="003515B7"/>
    <w:rsid w:val="003568ED"/>
    <w:rsid w:val="00373161"/>
    <w:rsid w:val="00377819"/>
    <w:rsid w:val="00380F03"/>
    <w:rsid w:val="003837F5"/>
    <w:rsid w:val="003859D9"/>
    <w:rsid w:val="00391DDC"/>
    <w:rsid w:val="0039278E"/>
    <w:rsid w:val="003938EE"/>
    <w:rsid w:val="003949B4"/>
    <w:rsid w:val="003A7B4D"/>
    <w:rsid w:val="003B0341"/>
    <w:rsid w:val="003B2E46"/>
    <w:rsid w:val="003B5E5F"/>
    <w:rsid w:val="003C16F7"/>
    <w:rsid w:val="003C187B"/>
    <w:rsid w:val="003C1C5B"/>
    <w:rsid w:val="003C66A8"/>
    <w:rsid w:val="003D214F"/>
    <w:rsid w:val="003D35F3"/>
    <w:rsid w:val="003D37B4"/>
    <w:rsid w:val="003D5BCC"/>
    <w:rsid w:val="003D653B"/>
    <w:rsid w:val="003D68CD"/>
    <w:rsid w:val="003E3FDB"/>
    <w:rsid w:val="003E4821"/>
    <w:rsid w:val="003F09CE"/>
    <w:rsid w:val="003F224E"/>
    <w:rsid w:val="003F53FB"/>
    <w:rsid w:val="003F729A"/>
    <w:rsid w:val="003F749D"/>
    <w:rsid w:val="00404670"/>
    <w:rsid w:val="00404ADC"/>
    <w:rsid w:val="0041039C"/>
    <w:rsid w:val="00415E1C"/>
    <w:rsid w:val="004177F7"/>
    <w:rsid w:val="00426663"/>
    <w:rsid w:val="0043488D"/>
    <w:rsid w:val="00434C20"/>
    <w:rsid w:val="00441A1C"/>
    <w:rsid w:val="0044304B"/>
    <w:rsid w:val="00453524"/>
    <w:rsid w:val="004573D3"/>
    <w:rsid w:val="004638BC"/>
    <w:rsid w:val="004659CA"/>
    <w:rsid w:val="0048118D"/>
    <w:rsid w:val="00483BC4"/>
    <w:rsid w:val="0049215C"/>
    <w:rsid w:val="004961B7"/>
    <w:rsid w:val="004971BE"/>
    <w:rsid w:val="0049769D"/>
    <w:rsid w:val="004A19CD"/>
    <w:rsid w:val="004A3CCB"/>
    <w:rsid w:val="004A7B68"/>
    <w:rsid w:val="004B0C29"/>
    <w:rsid w:val="004B3C66"/>
    <w:rsid w:val="004B5740"/>
    <w:rsid w:val="004B6CBB"/>
    <w:rsid w:val="004C38E6"/>
    <w:rsid w:val="004C406C"/>
    <w:rsid w:val="004C48FA"/>
    <w:rsid w:val="004C5501"/>
    <w:rsid w:val="004D2782"/>
    <w:rsid w:val="004D4B13"/>
    <w:rsid w:val="004D6E43"/>
    <w:rsid w:val="004D7AFC"/>
    <w:rsid w:val="004E522D"/>
    <w:rsid w:val="004E5902"/>
    <w:rsid w:val="004F0CF1"/>
    <w:rsid w:val="004F2099"/>
    <w:rsid w:val="004F2ECA"/>
    <w:rsid w:val="004F4849"/>
    <w:rsid w:val="00500E05"/>
    <w:rsid w:val="00502273"/>
    <w:rsid w:val="0050302C"/>
    <w:rsid w:val="0050388B"/>
    <w:rsid w:val="005132BE"/>
    <w:rsid w:val="00521A22"/>
    <w:rsid w:val="00533015"/>
    <w:rsid w:val="0053532E"/>
    <w:rsid w:val="005355AD"/>
    <w:rsid w:val="005356FE"/>
    <w:rsid w:val="00536328"/>
    <w:rsid w:val="00542FD5"/>
    <w:rsid w:val="00545DB3"/>
    <w:rsid w:val="00547478"/>
    <w:rsid w:val="00550605"/>
    <w:rsid w:val="00552FC5"/>
    <w:rsid w:val="00553467"/>
    <w:rsid w:val="00553FEE"/>
    <w:rsid w:val="005579C7"/>
    <w:rsid w:val="00566AD1"/>
    <w:rsid w:val="00567C0D"/>
    <w:rsid w:val="00573D03"/>
    <w:rsid w:val="00584164"/>
    <w:rsid w:val="00584AA1"/>
    <w:rsid w:val="00584BF0"/>
    <w:rsid w:val="00587AEE"/>
    <w:rsid w:val="00587DA7"/>
    <w:rsid w:val="00587E93"/>
    <w:rsid w:val="0059176C"/>
    <w:rsid w:val="00592E8B"/>
    <w:rsid w:val="00593B50"/>
    <w:rsid w:val="005947DD"/>
    <w:rsid w:val="005A12EC"/>
    <w:rsid w:val="005A60AE"/>
    <w:rsid w:val="005A6359"/>
    <w:rsid w:val="005B0350"/>
    <w:rsid w:val="005B0CAE"/>
    <w:rsid w:val="005B0FAC"/>
    <w:rsid w:val="005B15AB"/>
    <w:rsid w:val="005B332D"/>
    <w:rsid w:val="005B4CA8"/>
    <w:rsid w:val="005B5B62"/>
    <w:rsid w:val="005C25F0"/>
    <w:rsid w:val="005C50A0"/>
    <w:rsid w:val="005C6A36"/>
    <w:rsid w:val="005C72BE"/>
    <w:rsid w:val="005D130E"/>
    <w:rsid w:val="005D775C"/>
    <w:rsid w:val="005E4502"/>
    <w:rsid w:val="0060273F"/>
    <w:rsid w:val="00606417"/>
    <w:rsid w:val="006112DF"/>
    <w:rsid w:val="006229AB"/>
    <w:rsid w:val="0062579F"/>
    <w:rsid w:val="0062661C"/>
    <w:rsid w:val="00630A0F"/>
    <w:rsid w:val="00636BFA"/>
    <w:rsid w:val="00645151"/>
    <w:rsid w:val="006460CA"/>
    <w:rsid w:val="006463B7"/>
    <w:rsid w:val="00646C6B"/>
    <w:rsid w:val="00647630"/>
    <w:rsid w:val="00657DF9"/>
    <w:rsid w:val="00661016"/>
    <w:rsid w:val="00661CCE"/>
    <w:rsid w:val="006621E3"/>
    <w:rsid w:val="00665286"/>
    <w:rsid w:val="006653B4"/>
    <w:rsid w:val="0066584E"/>
    <w:rsid w:val="00666C2A"/>
    <w:rsid w:val="00676493"/>
    <w:rsid w:val="00680A62"/>
    <w:rsid w:val="00686BB4"/>
    <w:rsid w:val="0068746A"/>
    <w:rsid w:val="00690BB5"/>
    <w:rsid w:val="0069241D"/>
    <w:rsid w:val="00695548"/>
    <w:rsid w:val="0069592C"/>
    <w:rsid w:val="006A7760"/>
    <w:rsid w:val="006B12F9"/>
    <w:rsid w:val="006B4129"/>
    <w:rsid w:val="006B63AF"/>
    <w:rsid w:val="006B64C6"/>
    <w:rsid w:val="006C2CD7"/>
    <w:rsid w:val="006C45CE"/>
    <w:rsid w:val="006C4E8D"/>
    <w:rsid w:val="006C540B"/>
    <w:rsid w:val="006D5C8F"/>
    <w:rsid w:val="006E01C5"/>
    <w:rsid w:val="006E0637"/>
    <w:rsid w:val="006E2358"/>
    <w:rsid w:val="006E6FB9"/>
    <w:rsid w:val="006E7F8D"/>
    <w:rsid w:val="006F07A6"/>
    <w:rsid w:val="006F3169"/>
    <w:rsid w:val="006F5583"/>
    <w:rsid w:val="006F6600"/>
    <w:rsid w:val="007171C7"/>
    <w:rsid w:val="00723F5F"/>
    <w:rsid w:val="00724FB5"/>
    <w:rsid w:val="00730D32"/>
    <w:rsid w:val="00736CA3"/>
    <w:rsid w:val="00740B2B"/>
    <w:rsid w:val="00753F79"/>
    <w:rsid w:val="00754798"/>
    <w:rsid w:val="00754EF3"/>
    <w:rsid w:val="0076654F"/>
    <w:rsid w:val="00767976"/>
    <w:rsid w:val="00771E21"/>
    <w:rsid w:val="00772714"/>
    <w:rsid w:val="00773B65"/>
    <w:rsid w:val="00783FAF"/>
    <w:rsid w:val="00785B7A"/>
    <w:rsid w:val="00787618"/>
    <w:rsid w:val="007878C1"/>
    <w:rsid w:val="00790DF9"/>
    <w:rsid w:val="007A3523"/>
    <w:rsid w:val="007A6C20"/>
    <w:rsid w:val="007B4C25"/>
    <w:rsid w:val="007C4E81"/>
    <w:rsid w:val="007C6FE0"/>
    <w:rsid w:val="007D04BB"/>
    <w:rsid w:val="007E3555"/>
    <w:rsid w:val="007E4619"/>
    <w:rsid w:val="007E5457"/>
    <w:rsid w:val="007E64B3"/>
    <w:rsid w:val="007E7EC6"/>
    <w:rsid w:val="007F0DFA"/>
    <w:rsid w:val="00801C93"/>
    <w:rsid w:val="008033EF"/>
    <w:rsid w:val="0080692B"/>
    <w:rsid w:val="00806C48"/>
    <w:rsid w:val="00817942"/>
    <w:rsid w:val="008228CA"/>
    <w:rsid w:val="00822B33"/>
    <w:rsid w:val="00822B5C"/>
    <w:rsid w:val="008249F8"/>
    <w:rsid w:val="008438B2"/>
    <w:rsid w:val="008450D8"/>
    <w:rsid w:val="008469C2"/>
    <w:rsid w:val="0085477A"/>
    <w:rsid w:val="008578D7"/>
    <w:rsid w:val="00860520"/>
    <w:rsid w:val="00861221"/>
    <w:rsid w:val="00862E11"/>
    <w:rsid w:val="0086606D"/>
    <w:rsid w:val="0087171C"/>
    <w:rsid w:val="0088126C"/>
    <w:rsid w:val="00893D26"/>
    <w:rsid w:val="00894531"/>
    <w:rsid w:val="00895799"/>
    <w:rsid w:val="008B2D5D"/>
    <w:rsid w:val="008C1C2C"/>
    <w:rsid w:val="008C2B2C"/>
    <w:rsid w:val="008C3193"/>
    <w:rsid w:val="008C4ACE"/>
    <w:rsid w:val="008D1CBF"/>
    <w:rsid w:val="008D541B"/>
    <w:rsid w:val="008D5F2C"/>
    <w:rsid w:val="008D705C"/>
    <w:rsid w:val="008D7189"/>
    <w:rsid w:val="008D79EF"/>
    <w:rsid w:val="008E3306"/>
    <w:rsid w:val="008E39FC"/>
    <w:rsid w:val="008E4901"/>
    <w:rsid w:val="008E61E5"/>
    <w:rsid w:val="008F043D"/>
    <w:rsid w:val="008F399C"/>
    <w:rsid w:val="00900B82"/>
    <w:rsid w:val="00904DC9"/>
    <w:rsid w:val="00905986"/>
    <w:rsid w:val="0091355F"/>
    <w:rsid w:val="0092151A"/>
    <w:rsid w:val="0092174F"/>
    <w:rsid w:val="00932640"/>
    <w:rsid w:val="00940165"/>
    <w:rsid w:val="009418F8"/>
    <w:rsid w:val="00943033"/>
    <w:rsid w:val="009500A7"/>
    <w:rsid w:val="00952153"/>
    <w:rsid w:val="00954B56"/>
    <w:rsid w:val="00965C71"/>
    <w:rsid w:val="00967842"/>
    <w:rsid w:val="009713E1"/>
    <w:rsid w:val="00972593"/>
    <w:rsid w:val="00973A64"/>
    <w:rsid w:val="0097586A"/>
    <w:rsid w:val="00976881"/>
    <w:rsid w:val="00981F05"/>
    <w:rsid w:val="0098344C"/>
    <w:rsid w:val="009846B9"/>
    <w:rsid w:val="00985D64"/>
    <w:rsid w:val="00987688"/>
    <w:rsid w:val="00993D2A"/>
    <w:rsid w:val="009958DC"/>
    <w:rsid w:val="009A0060"/>
    <w:rsid w:val="009A1423"/>
    <w:rsid w:val="009A6EC7"/>
    <w:rsid w:val="009B4D55"/>
    <w:rsid w:val="009C0E69"/>
    <w:rsid w:val="009C5426"/>
    <w:rsid w:val="009C6E34"/>
    <w:rsid w:val="009D4085"/>
    <w:rsid w:val="009D7EAA"/>
    <w:rsid w:val="009E78E3"/>
    <w:rsid w:val="009E7C31"/>
    <w:rsid w:val="009F1D73"/>
    <w:rsid w:val="009F57C9"/>
    <w:rsid w:val="009F6025"/>
    <w:rsid w:val="00A07C07"/>
    <w:rsid w:val="00A11C09"/>
    <w:rsid w:val="00A141EB"/>
    <w:rsid w:val="00A15B82"/>
    <w:rsid w:val="00A1601B"/>
    <w:rsid w:val="00A2006D"/>
    <w:rsid w:val="00A20310"/>
    <w:rsid w:val="00A23ABE"/>
    <w:rsid w:val="00A25094"/>
    <w:rsid w:val="00A27C2C"/>
    <w:rsid w:val="00A30EB8"/>
    <w:rsid w:val="00A30F1A"/>
    <w:rsid w:val="00A31953"/>
    <w:rsid w:val="00A343A1"/>
    <w:rsid w:val="00A378CB"/>
    <w:rsid w:val="00A4316B"/>
    <w:rsid w:val="00A4377D"/>
    <w:rsid w:val="00A44F8B"/>
    <w:rsid w:val="00A54225"/>
    <w:rsid w:val="00A576A5"/>
    <w:rsid w:val="00A6311C"/>
    <w:rsid w:val="00A63258"/>
    <w:rsid w:val="00A6540D"/>
    <w:rsid w:val="00A657CE"/>
    <w:rsid w:val="00A66CF0"/>
    <w:rsid w:val="00A72E38"/>
    <w:rsid w:val="00A778B9"/>
    <w:rsid w:val="00A80506"/>
    <w:rsid w:val="00A81FC4"/>
    <w:rsid w:val="00A90DC0"/>
    <w:rsid w:val="00A94FFE"/>
    <w:rsid w:val="00AA61E5"/>
    <w:rsid w:val="00AA762B"/>
    <w:rsid w:val="00AB347D"/>
    <w:rsid w:val="00AB6E26"/>
    <w:rsid w:val="00AB706E"/>
    <w:rsid w:val="00AB7C38"/>
    <w:rsid w:val="00AD1954"/>
    <w:rsid w:val="00AD1CAE"/>
    <w:rsid w:val="00AE2EA3"/>
    <w:rsid w:val="00AE64EA"/>
    <w:rsid w:val="00AF1B9B"/>
    <w:rsid w:val="00AF505F"/>
    <w:rsid w:val="00AF7FBC"/>
    <w:rsid w:val="00B020C1"/>
    <w:rsid w:val="00B0757E"/>
    <w:rsid w:val="00B107BF"/>
    <w:rsid w:val="00B1254C"/>
    <w:rsid w:val="00B1571B"/>
    <w:rsid w:val="00B163F5"/>
    <w:rsid w:val="00B20378"/>
    <w:rsid w:val="00B2672D"/>
    <w:rsid w:val="00B30500"/>
    <w:rsid w:val="00B41C14"/>
    <w:rsid w:val="00B424AB"/>
    <w:rsid w:val="00B50F79"/>
    <w:rsid w:val="00B51239"/>
    <w:rsid w:val="00B53744"/>
    <w:rsid w:val="00B54C8D"/>
    <w:rsid w:val="00B61D45"/>
    <w:rsid w:val="00B728F7"/>
    <w:rsid w:val="00B76CC4"/>
    <w:rsid w:val="00B772E2"/>
    <w:rsid w:val="00B77537"/>
    <w:rsid w:val="00B832F1"/>
    <w:rsid w:val="00B8771F"/>
    <w:rsid w:val="00B87841"/>
    <w:rsid w:val="00B930C3"/>
    <w:rsid w:val="00B955ED"/>
    <w:rsid w:val="00B962F0"/>
    <w:rsid w:val="00BA3312"/>
    <w:rsid w:val="00BB13DC"/>
    <w:rsid w:val="00BB2DD8"/>
    <w:rsid w:val="00BB55D9"/>
    <w:rsid w:val="00BC042C"/>
    <w:rsid w:val="00BC12F1"/>
    <w:rsid w:val="00BC2D71"/>
    <w:rsid w:val="00BC2DE3"/>
    <w:rsid w:val="00BC5348"/>
    <w:rsid w:val="00BD1B9F"/>
    <w:rsid w:val="00BD7E06"/>
    <w:rsid w:val="00BE2BC9"/>
    <w:rsid w:val="00BF1C12"/>
    <w:rsid w:val="00BF1E65"/>
    <w:rsid w:val="00BF35C3"/>
    <w:rsid w:val="00BF3732"/>
    <w:rsid w:val="00C10732"/>
    <w:rsid w:val="00C170C7"/>
    <w:rsid w:val="00C2170C"/>
    <w:rsid w:val="00C217DC"/>
    <w:rsid w:val="00C23DED"/>
    <w:rsid w:val="00C306EC"/>
    <w:rsid w:val="00C322DA"/>
    <w:rsid w:val="00C325B3"/>
    <w:rsid w:val="00C33592"/>
    <w:rsid w:val="00C34EC3"/>
    <w:rsid w:val="00C35B93"/>
    <w:rsid w:val="00C40E54"/>
    <w:rsid w:val="00C50C05"/>
    <w:rsid w:val="00C55C37"/>
    <w:rsid w:val="00C61047"/>
    <w:rsid w:val="00C6227E"/>
    <w:rsid w:val="00C66794"/>
    <w:rsid w:val="00C74F6B"/>
    <w:rsid w:val="00C81672"/>
    <w:rsid w:val="00C81E05"/>
    <w:rsid w:val="00C8323A"/>
    <w:rsid w:val="00C84C7C"/>
    <w:rsid w:val="00C84E32"/>
    <w:rsid w:val="00C972F4"/>
    <w:rsid w:val="00CA5275"/>
    <w:rsid w:val="00CB2A0F"/>
    <w:rsid w:val="00CC2000"/>
    <w:rsid w:val="00CC5ABE"/>
    <w:rsid w:val="00CC71A6"/>
    <w:rsid w:val="00CD2C89"/>
    <w:rsid w:val="00CE48DB"/>
    <w:rsid w:val="00CF4892"/>
    <w:rsid w:val="00CF7C4D"/>
    <w:rsid w:val="00D0381F"/>
    <w:rsid w:val="00D07E03"/>
    <w:rsid w:val="00D12E61"/>
    <w:rsid w:val="00D15716"/>
    <w:rsid w:val="00D1715A"/>
    <w:rsid w:val="00D22504"/>
    <w:rsid w:val="00D422C8"/>
    <w:rsid w:val="00D43268"/>
    <w:rsid w:val="00D45805"/>
    <w:rsid w:val="00D5348B"/>
    <w:rsid w:val="00D66214"/>
    <w:rsid w:val="00D72CD3"/>
    <w:rsid w:val="00D74553"/>
    <w:rsid w:val="00D75602"/>
    <w:rsid w:val="00D810C3"/>
    <w:rsid w:val="00D82924"/>
    <w:rsid w:val="00D86570"/>
    <w:rsid w:val="00D93D85"/>
    <w:rsid w:val="00D97CF6"/>
    <w:rsid w:val="00DB1356"/>
    <w:rsid w:val="00DB4988"/>
    <w:rsid w:val="00DC0A9D"/>
    <w:rsid w:val="00DC46F1"/>
    <w:rsid w:val="00DC5D1F"/>
    <w:rsid w:val="00DD0313"/>
    <w:rsid w:val="00DD0D50"/>
    <w:rsid w:val="00DD5667"/>
    <w:rsid w:val="00DD76D1"/>
    <w:rsid w:val="00DE13DC"/>
    <w:rsid w:val="00DE497F"/>
    <w:rsid w:val="00DE7C68"/>
    <w:rsid w:val="00DF14AB"/>
    <w:rsid w:val="00DF272F"/>
    <w:rsid w:val="00DF45D9"/>
    <w:rsid w:val="00DF7BC2"/>
    <w:rsid w:val="00E0044E"/>
    <w:rsid w:val="00E03C57"/>
    <w:rsid w:val="00E03DEE"/>
    <w:rsid w:val="00E04794"/>
    <w:rsid w:val="00E04ECB"/>
    <w:rsid w:val="00E07322"/>
    <w:rsid w:val="00E07E6C"/>
    <w:rsid w:val="00E10D9E"/>
    <w:rsid w:val="00E173E3"/>
    <w:rsid w:val="00E35B68"/>
    <w:rsid w:val="00E4029C"/>
    <w:rsid w:val="00E405B5"/>
    <w:rsid w:val="00E51FEC"/>
    <w:rsid w:val="00E52473"/>
    <w:rsid w:val="00E72D0D"/>
    <w:rsid w:val="00E746E8"/>
    <w:rsid w:val="00E8043A"/>
    <w:rsid w:val="00E809D5"/>
    <w:rsid w:val="00E81637"/>
    <w:rsid w:val="00E90830"/>
    <w:rsid w:val="00E90A1A"/>
    <w:rsid w:val="00E923B1"/>
    <w:rsid w:val="00E92490"/>
    <w:rsid w:val="00E9277B"/>
    <w:rsid w:val="00E938ED"/>
    <w:rsid w:val="00E93E6E"/>
    <w:rsid w:val="00EA511B"/>
    <w:rsid w:val="00EA52FC"/>
    <w:rsid w:val="00EA6F6C"/>
    <w:rsid w:val="00EB0026"/>
    <w:rsid w:val="00EB08E4"/>
    <w:rsid w:val="00EB14EF"/>
    <w:rsid w:val="00EB4145"/>
    <w:rsid w:val="00EC331C"/>
    <w:rsid w:val="00EC3A69"/>
    <w:rsid w:val="00ED3684"/>
    <w:rsid w:val="00EF107E"/>
    <w:rsid w:val="00EF750C"/>
    <w:rsid w:val="00F04FA2"/>
    <w:rsid w:val="00F119DE"/>
    <w:rsid w:val="00F23C21"/>
    <w:rsid w:val="00F30CA2"/>
    <w:rsid w:val="00F328E9"/>
    <w:rsid w:val="00F37890"/>
    <w:rsid w:val="00F43939"/>
    <w:rsid w:val="00F450DF"/>
    <w:rsid w:val="00F479FE"/>
    <w:rsid w:val="00F55E3B"/>
    <w:rsid w:val="00F57E2A"/>
    <w:rsid w:val="00F64B24"/>
    <w:rsid w:val="00F72189"/>
    <w:rsid w:val="00F72E91"/>
    <w:rsid w:val="00F757DD"/>
    <w:rsid w:val="00F8067F"/>
    <w:rsid w:val="00F825A5"/>
    <w:rsid w:val="00F86165"/>
    <w:rsid w:val="00F936BB"/>
    <w:rsid w:val="00F9798F"/>
    <w:rsid w:val="00FA12C0"/>
    <w:rsid w:val="00FA2041"/>
    <w:rsid w:val="00FA29AF"/>
    <w:rsid w:val="00FA3F2C"/>
    <w:rsid w:val="00FA49FC"/>
    <w:rsid w:val="00FA699E"/>
    <w:rsid w:val="00FB5583"/>
    <w:rsid w:val="00FC10CA"/>
    <w:rsid w:val="00FC18E5"/>
    <w:rsid w:val="00FC29D6"/>
    <w:rsid w:val="00FC3AF8"/>
    <w:rsid w:val="00FC71AC"/>
    <w:rsid w:val="00FD272E"/>
    <w:rsid w:val="00FD37D0"/>
    <w:rsid w:val="00FE1D72"/>
    <w:rsid w:val="00FE241E"/>
    <w:rsid w:val="00FF375D"/>
    <w:rsid w:val="00FF6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DE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325E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C325E"/>
    <w:rPr>
      <w:rFonts w:cs="Times New Roman"/>
    </w:rPr>
  </w:style>
  <w:style w:type="table" w:styleId="TableGrid">
    <w:name w:val="Table Grid"/>
    <w:basedOn w:val="TableNormal"/>
    <w:uiPriority w:val="99"/>
    <w:rsid w:val="00E9083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E90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9083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AF7F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Знак Знак Знак Знак1"/>
    <w:basedOn w:val="Normal"/>
    <w:uiPriority w:val="99"/>
    <w:rsid w:val="00ED368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a">
    <w:name w:val="Знак"/>
    <w:basedOn w:val="Normal"/>
    <w:uiPriority w:val="99"/>
    <w:rsid w:val="00E93E6E"/>
    <w:pPr>
      <w:spacing w:after="160" w:line="240" w:lineRule="exact"/>
      <w:ind w:firstLine="709"/>
    </w:pPr>
    <w:rPr>
      <w:rFonts w:ascii="Verdana" w:hAnsi="Verdana"/>
      <w:sz w:val="16"/>
      <w:szCs w:val="20"/>
    </w:rPr>
  </w:style>
  <w:style w:type="character" w:customStyle="1" w:styleId="a0">
    <w:name w:val="Сноска_"/>
    <w:basedOn w:val="DefaultParagraphFont"/>
    <w:link w:val="10"/>
    <w:uiPriority w:val="99"/>
    <w:locked/>
    <w:rsid w:val="008033EF"/>
    <w:rPr>
      <w:rFonts w:cs="Times New Roman"/>
      <w:spacing w:val="3"/>
      <w:sz w:val="25"/>
      <w:szCs w:val="25"/>
      <w:lang w:bidi="ar-SA"/>
    </w:rPr>
  </w:style>
  <w:style w:type="paragraph" w:customStyle="1" w:styleId="10">
    <w:name w:val="Сноска1"/>
    <w:basedOn w:val="Normal"/>
    <w:link w:val="a0"/>
    <w:uiPriority w:val="99"/>
    <w:rsid w:val="008033EF"/>
    <w:pPr>
      <w:widowControl w:val="0"/>
      <w:shd w:val="clear" w:color="auto" w:fill="FFFFFF"/>
      <w:spacing w:after="960" w:line="240" w:lineRule="atLeast"/>
    </w:pPr>
    <w:rPr>
      <w:rFonts w:ascii="Times New Roman" w:hAnsi="Times New Roman"/>
      <w:noProof/>
      <w:spacing w:val="3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179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1352</TotalTime>
  <Pages>20</Pages>
  <Words>4267</Words>
  <Characters>24324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Baeva_LV</dc:creator>
  <cp:keywords/>
  <dc:description/>
  <cp:lastModifiedBy>User</cp:lastModifiedBy>
  <cp:revision>339</cp:revision>
  <cp:lastPrinted>2014-02-12T05:32:00Z</cp:lastPrinted>
  <dcterms:created xsi:type="dcterms:W3CDTF">2012-12-13T06:34:00Z</dcterms:created>
  <dcterms:modified xsi:type="dcterms:W3CDTF">2014-10-01T03:54:00Z</dcterms:modified>
</cp:coreProperties>
</file>